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68F3" w:rsidRDefault="001768F3" w:rsidP="000C7732">
      <w:pPr>
        <w:tabs>
          <w:tab w:val="left" w:pos="180"/>
          <w:tab w:val="left" w:pos="6120"/>
        </w:tabs>
        <w:jc w:val="center"/>
        <w:rPr>
          <w:b/>
          <w:bCs/>
          <w:sz w:val="28"/>
          <w:szCs w:val="28"/>
          <w:u w:val="single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98pt;margin-top:9pt;width:71.95pt;height:80.95pt;z-index:251658240;mso-wrap-distance-left:9.05pt;mso-wrap-distance-right:9.05pt" filled="t">
            <v:fill color2="black"/>
            <v:imagedata r:id="rId5" o:title=""/>
            <w10:wrap type="topAndBottom"/>
          </v:shape>
          <o:OLEObject Type="Embed" ProgID="PBrush" ShapeID="_x0000_s1026" DrawAspect="Content" ObjectID="_1549874343" r:id="rId6"/>
        </w:pict>
      </w:r>
    </w:p>
    <w:p w:rsidR="001768F3" w:rsidRDefault="001768F3" w:rsidP="000C7732">
      <w:pPr>
        <w:ind w:left="-720"/>
        <w:jc w:val="center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 xml:space="preserve"> АДМИНИСТРАЦИЯ ХОЛУЙСКОГО СЕЛЬСКОГО ПОСЕЛЕНИЯ ЮЖСКОГО МУНИЦИПАЛЬНОГО РАЙОНА ИВАНОВСКОЙ ОБЛАСТИ</w:t>
      </w:r>
    </w:p>
    <w:p w:rsidR="001768F3" w:rsidRDefault="001768F3" w:rsidP="000C7732">
      <w:pPr>
        <w:jc w:val="center"/>
        <w:rPr>
          <w:b/>
          <w:bCs/>
          <w:sz w:val="28"/>
          <w:szCs w:val="28"/>
          <w:u w:val="single"/>
        </w:rPr>
      </w:pPr>
    </w:p>
    <w:p w:rsidR="001768F3" w:rsidRDefault="001768F3" w:rsidP="000C7732">
      <w:pPr>
        <w:pStyle w:val="Title"/>
        <w:jc w:val="left"/>
        <w:rPr>
          <w:rFonts w:ascii="Garamond" w:hAnsi="Garamond" w:cs="Garamond"/>
        </w:rPr>
      </w:pPr>
    </w:p>
    <w:p w:rsidR="001768F3" w:rsidRDefault="001768F3" w:rsidP="000C7732">
      <w:pPr>
        <w:pStyle w:val="Heading1"/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 xml:space="preserve"> П О С Т А Н О В Л Е Н И Е                                 </w:t>
      </w:r>
    </w:p>
    <w:p w:rsidR="001768F3" w:rsidRDefault="001768F3" w:rsidP="000C7732">
      <w:pPr>
        <w:pStyle w:val="Subtitle"/>
      </w:pPr>
    </w:p>
    <w:p w:rsidR="001768F3" w:rsidRDefault="001768F3" w:rsidP="000C7732">
      <w:pPr>
        <w:pStyle w:val="Subtitle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от 01.03.2017 г.  № 12</w:t>
      </w:r>
    </w:p>
    <w:p w:rsidR="001768F3" w:rsidRDefault="001768F3" w:rsidP="000C7732">
      <w:pPr>
        <w:pStyle w:val="Subtitle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с.Холуй</w:t>
      </w:r>
    </w:p>
    <w:p w:rsidR="001768F3" w:rsidRPr="00C82CB1" w:rsidRDefault="001768F3" w:rsidP="00C82CB1">
      <w:pPr>
        <w:ind w:right="-1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1768F3" w:rsidRDefault="001768F3" w:rsidP="00276ED8">
      <w:pPr>
        <w:tabs>
          <w:tab w:val="left" w:pos="4680"/>
          <w:tab w:val="left" w:pos="4860"/>
        </w:tabs>
        <w:ind w:right="4315"/>
        <w:jc w:val="both"/>
        <w:rPr>
          <w:sz w:val="28"/>
          <w:szCs w:val="28"/>
        </w:rPr>
      </w:pPr>
    </w:p>
    <w:p w:rsidR="001768F3" w:rsidRPr="00276ED8" w:rsidRDefault="001768F3" w:rsidP="00276ED8">
      <w:pPr>
        <w:ind w:firstLine="708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Об отмене Постановления Администрации Холуйского сельского поселения № 29 от 27.03.2013 года «</w:t>
      </w:r>
      <w:r w:rsidRPr="00276ED8">
        <w:rPr>
          <w:b/>
          <w:bCs/>
          <w:sz w:val="28"/>
          <w:szCs w:val="28"/>
        </w:rPr>
        <w:t xml:space="preserve">Об </w:t>
      </w:r>
      <w:r>
        <w:rPr>
          <w:b/>
          <w:bCs/>
          <w:sz w:val="28"/>
          <w:szCs w:val="28"/>
        </w:rPr>
        <w:t>утверждении административного р</w:t>
      </w:r>
      <w:r w:rsidRPr="00276ED8">
        <w:rPr>
          <w:b/>
          <w:bCs/>
          <w:sz w:val="28"/>
          <w:szCs w:val="28"/>
        </w:rPr>
        <w:t>егламента по осуществлению муниципального контроля на территории особой</w:t>
      </w:r>
      <w:r>
        <w:rPr>
          <w:b/>
          <w:bCs/>
          <w:sz w:val="28"/>
          <w:szCs w:val="28"/>
        </w:rPr>
        <w:t xml:space="preserve"> экономической зоны Холуйского </w:t>
      </w:r>
      <w:r w:rsidRPr="00276ED8">
        <w:rPr>
          <w:b/>
          <w:bCs/>
          <w:sz w:val="28"/>
          <w:szCs w:val="28"/>
        </w:rPr>
        <w:t xml:space="preserve"> сельского поселения</w:t>
      </w:r>
      <w:r>
        <w:rPr>
          <w:b/>
          <w:bCs/>
          <w:sz w:val="28"/>
          <w:szCs w:val="28"/>
        </w:rPr>
        <w:t>»</w:t>
      </w:r>
    </w:p>
    <w:p w:rsidR="001768F3" w:rsidRDefault="001768F3" w:rsidP="00A3572D">
      <w:pPr>
        <w:ind w:firstLine="708"/>
        <w:jc w:val="both"/>
        <w:rPr>
          <w:sz w:val="28"/>
          <w:szCs w:val="28"/>
        </w:rPr>
      </w:pPr>
    </w:p>
    <w:p w:rsidR="001768F3" w:rsidRDefault="001768F3" w:rsidP="00B13255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Рассмотрев Протест Прокуратуры Южского района № 17 от 20.02.2017 года на </w:t>
      </w:r>
      <w:r w:rsidRPr="00B13255">
        <w:rPr>
          <w:sz w:val="28"/>
          <w:szCs w:val="28"/>
        </w:rPr>
        <w:t>Постановлени</w:t>
      </w:r>
      <w:r>
        <w:rPr>
          <w:sz w:val="28"/>
          <w:szCs w:val="28"/>
        </w:rPr>
        <w:t>е</w:t>
      </w:r>
      <w:r w:rsidRPr="00B13255">
        <w:rPr>
          <w:sz w:val="28"/>
          <w:szCs w:val="28"/>
        </w:rPr>
        <w:t xml:space="preserve"> Администрации Холуйского сельского поселения </w:t>
      </w:r>
    </w:p>
    <w:p w:rsidR="001768F3" w:rsidRPr="00B13255" w:rsidRDefault="001768F3" w:rsidP="00B13255">
      <w:pPr>
        <w:rPr>
          <w:sz w:val="28"/>
          <w:szCs w:val="28"/>
        </w:rPr>
      </w:pPr>
      <w:r w:rsidRPr="00B13255">
        <w:rPr>
          <w:sz w:val="28"/>
          <w:szCs w:val="28"/>
        </w:rPr>
        <w:t>№ 29 от 27.03.2013 года «Об утверждении административного регламента по осуществлению муниципального контроля на территории особой экономической зоны Холуйского  сельского поселения»</w:t>
      </w:r>
      <w:r>
        <w:rPr>
          <w:sz w:val="28"/>
          <w:szCs w:val="28"/>
        </w:rPr>
        <w:t xml:space="preserve"> Администрация Холуйского сельского поселения</w:t>
      </w:r>
    </w:p>
    <w:p w:rsidR="001768F3" w:rsidRDefault="001768F3" w:rsidP="00A3572D">
      <w:pPr>
        <w:ind w:firstLine="708"/>
        <w:jc w:val="both"/>
        <w:rPr>
          <w:sz w:val="28"/>
          <w:szCs w:val="28"/>
        </w:rPr>
      </w:pPr>
    </w:p>
    <w:p w:rsidR="001768F3" w:rsidRDefault="001768F3" w:rsidP="00A3572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ПОСТАНОВЛЯЕТ: </w:t>
      </w:r>
    </w:p>
    <w:p w:rsidR="001768F3" w:rsidRDefault="001768F3" w:rsidP="00A3572D">
      <w:pPr>
        <w:ind w:firstLine="708"/>
        <w:jc w:val="both"/>
        <w:rPr>
          <w:sz w:val="28"/>
          <w:szCs w:val="28"/>
        </w:rPr>
      </w:pPr>
    </w:p>
    <w:p w:rsidR="001768F3" w:rsidRPr="00B13255" w:rsidRDefault="001768F3" w:rsidP="00B13255">
      <w:pPr>
        <w:ind w:firstLine="708"/>
        <w:rPr>
          <w:sz w:val="28"/>
          <w:szCs w:val="28"/>
        </w:rPr>
      </w:pPr>
      <w:r w:rsidRPr="00B13255">
        <w:rPr>
          <w:sz w:val="28"/>
          <w:szCs w:val="28"/>
        </w:rPr>
        <w:t>1. Отменить Постановлени</w:t>
      </w:r>
      <w:r>
        <w:rPr>
          <w:sz w:val="28"/>
          <w:szCs w:val="28"/>
        </w:rPr>
        <w:t>е</w:t>
      </w:r>
      <w:r w:rsidRPr="00B13255">
        <w:rPr>
          <w:sz w:val="28"/>
          <w:szCs w:val="28"/>
        </w:rPr>
        <w:t xml:space="preserve"> Администрации Холуйского сельского поселения № 29 от 27.03.2013 года «Об утверждении административного регламента по осуществлению муниципального контроля на территории особой экономической зоны Холуйского  сельского поселения»</w:t>
      </w:r>
    </w:p>
    <w:p w:rsidR="001768F3" w:rsidRDefault="001768F3" w:rsidP="00B1325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2</w:t>
      </w:r>
      <w:r w:rsidRPr="00E84A94">
        <w:rPr>
          <w:sz w:val="28"/>
          <w:szCs w:val="28"/>
        </w:rPr>
        <w:t xml:space="preserve">. </w:t>
      </w:r>
      <w:r>
        <w:rPr>
          <w:sz w:val="28"/>
          <w:szCs w:val="28"/>
        </w:rPr>
        <w:t>О</w:t>
      </w:r>
      <w:r w:rsidRPr="00E84A94">
        <w:rPr>
          <w:sz w:val="28"/>
          <w:szCs w:val="28"/>
        </w:rPr>
        <w:t>бнародова</w:t>
      </w:r>
      <w:r>
        <w:rPr>
          <w:sz w:val="28"/>
          <w:szCs w:val="28"/>
        </w:rPr>
        <w:t xml:space="preserve">ть данное Постановление </w:t>
      </w:r>
      <w:r w:rsidRPr="00E84A94">
        <w:rPr>
          <w:sz w:val="28"/>
          <w:szCs w:val="28"/>
        </w:rPr>
        <w:t xml:space="preserve"> в соо</w:t>
      </w:r>
      <w:r>
        <w:rPr>
          <w:sz w:val="28"/>
          <w:szCs w:val="28"/>
        </w:rPr>
        <w:t xml:space="preserve">тветствии с Уставом Холуйского </w:t>
      </w:r>
      <w:r w:rsidRPr="00E84A94">
        <w:rPr>
          <w:sz w:val="28"/>
          <w:szCs w:val="28"/>
        </w:rPr>
        <w:t xml:space="preserve"> сельского</w:t>
      </w:r>
      <w:r>
        <w:rPr>
          <w:sz w:val="28"/>
          <w:szCs w:val="28"/>
        </w:rPr>
        <w:t xml:space="preserve"> поселения.</w:t>
      </w:r>
    </w:p>
    <w:p w:rsidR="001768F3" w:rsidRDefault="001768F3" w:rsidP="00A3572D">
      <w:pPr>
        <w:widowControl w:val="0"/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ab/>
      </w:r>
    </w:p>
    <w:p w:rsidR="001768F3" w:rsidRDefault="001768F3" w:rsidP="00F10609">
      <w:pPr>
        <w:tabs>
          <w:tab w:val="left" w:pos="4680"/>
          <w:tab w:val="left" w:pos="4860"/>
        </w:tabs>
        <w:ind w:right="4315"/>
        <w:rPr>
          <w:b/>
          <w:bCs/>
          <w:sz w:val="28"/>
          <w:szCs w:val="28"/>
        </w:rPr>
      </w:pPr>
    </w:p>
    <w:p w:rsidR="001768F3" w:rsidRDefault="001768F3" w:rsidP="00F10609">
      <w:pPr>
        <w:tabs>
          <w:tab w:val="left" w:pos="4680"/>
          <w:tab w:val="left" w:pos="4860"/>
        </w:tabs>
        <w:ind w:right="4315"/>
        <w:rPr>
          <w:b/>
          <w:bCs/>
          <w:sz w:val="28"/>
          <w:szCs w:val="28"/>
        </w:rPr>
      </w:pPr>
    </w:p>
    <w:p w:rsidR="001768F3" w:rsidRPr="00D531F3" w:rsidRDefault="001768F3" w:rsidP="00F10609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Глава Холуйского сельского поселения</w:t>
      </w:r>
      <w:r w:rsidRPr="00BB58DA"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 xml:space="preserve">                        </w:t>
      </w:r>
      <w:r w:rsidRPr="00BB58DA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 А.В.Алтухов</w:t>
      </w:r>
    </w:p>
    <w:p w:rsidR="001768F3" w:rsidRDefault="001768F3" w:rsidP="00F10609">
      <w:pPr>
        <w:tabs>
          <w:tab w:val="left" w:pos="4680"/>
          <w:tab w:val="left" w:pos="4860"/>
        </w:tabs>
        <w:ind w:right="4315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</w:p>
    <w:p w:rsidR="001768F3" w:rsidRDefault="001768F3" w:rsidP="00F10609">
      <w:pPr>
        <w:tabs>
          <w:tab w:val="left" w:pos="4680"/>
          <w:tab w:val="left" w:pos="4860"/>
        </w:tabs>
        <w:ind w:right="4315"/>
        <w:rPr>
          <w:b/>
          <w:bCs/>
          <w:sz w:val="28"/>
          <w:szCs w:val="28"/>
        </w:rPr>
      </w:pPr>
    </w:p>
    <w:p w:rsidR="001768F3" w:rsidRDefault="001768F3" w:rsidP="00F10609">
      <w:pPr>
        <w:tabs>
          <w:tab w:val="left" w:pos="4680"/>
          <w:tab w:val="left" w:pos="4860"/>
        </w:tabs>
        <w:ind w:right="4315"/>
        <w:rPr>
          <w:b/>
          <w:bCs/>
          <w:sz w:val="28"/>
          <w:szCs w:val="28"/>
        </w:rPr>
      </w:pPr>
    </w:p>
    <w:p w:rsidR="001768F3" w:rsidRPr="00F10609" w:rsidRDefault="001768F3" w:rsidP="00F10609">
      <w:pPr>
        <w:tabs>
          <w:tab w:val="left" w:pos="4680"/>
          <w:tab w:val="left" w:pos="4860"/>
        </w:tabs>
        <w:ind w:right="4315"/>
        <w:rPr>
          <w:b/>
          <w:bCs/>
          <w:sz w:val="28"/>
          <w:szCs w:val="28"/>
        </w:rPr>
      </w:pPr>
    </w:p>
    <w:p w:rsidR="001768F3" w:rsidRPr="006E59E0" w:rsidRDefault="001768F3" w:rsidP="00B13255">
      <w:pPr>
        <w:jc w:val="right"/>
      </w:pPr>
      <w:r>
        <w:t xml:space="preserve">                                                                                                               </w:t>
      </w:r>
    </w:p>
    <w:p w:rsidR="001768F3" w:rsidRDefault="001768F3"/>
    <w:sectPr w:rsidR="001768F3" w:rsidSect="00B13255">
      <w:pgSz w:w="11909" w:h="16834" w:code="9"/>
      <w:pgMar w:top="851" w:right="907" w:bottom="851" w:left="1701" w:header="720" w:footer="720" w:gutter="0"/>
      <w:cols w:space="708"/>
      <w:noEndnote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10"/>
  <w:displayHorizontalDrawingGridEvery w:val="2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0B8B"/>
    <w:rsid w:val="00000880"/>
    <w:rsid w:val="00002DF4"/>
    <w:rsid w:val="00004CD8"/>
    <w:rsid w:val="00007E38"/>
    <w:rsid w:val="00011646"/>
    <w:rsid w:val="00012C4F"/>
    <w:rsid w:val="00012D5A"/>
    <w:rsid w:val="0001342B"/>
    <w:rsid w:val="00015BFE"/>
    <w:rsid w:val="00017120"/>
    <w:rsid w:val="000175CD"/>
    <w:rsid w:val="000203D1"/>
    <w:rsid w:val="000209BA"/>
    <w:rsid w:val="00021FA2"/>
    <w:rsid w:val="00021FFC"/>
    <w:rsid w:val="00022C68"/>
    <w:rsid w:val="0002343B"/>
    <w:rsid w:val="00023757"/>
    <w:rsid w:val="00024616"/>
    <w:rsid w:val="000260B7"/>
    <w:rsid w:val="0002763F"/>
    <w:rsid w:val="00027A5C"/>
    <w:rsid w:val="00027FA0"/>
    <w:rsid w:val="000309B8"/>
    <w:rsid w:val="00031EEB"/>
    <w:rsid w:val="00032365"/>
    <w:rsid w:val="00036E6E"/>
    <w:rsid w:val="00037580"/>
    <w:rsid w:val="00040413"/>
    <w:rsid w:val="0004075E"/>
    <w:rsid w:val="0004099E"/>
    <w:rsid w:val="00040D72"/>
    <w:rsid w:val="0004123D"/>
    <w:rsid w:val="00041261"/>
    <w:rsid w:val="00041D66"/>
    <w:rsid w:val="00045929"/>
    <w:rsid w:val="00050EB7"/>
    <w:rsid w:val="00050F09"/>
    <w:rsid w:val="00051992"/>
    <w:rsid w:val="00052CDA"/>
    <w:rsid w:val="00053E78"/>
    <w:rsid w:val="00053FDD"/>
    <w:rsid w:val="000551AA"/>
    <w:rsid w:val="00060B65"/>
    <w:rsid w:val="00062EE2"/>
    <w:rsid w:val="000637FC"/>
    <w:rsid w:val="000646F9"/>
    <w:rsid w:val="00065174"/>
    <w:rsid w:val="00065739"/>
    <w:rsid w:val="000662F2"/>
    <w:rsid w:val="0006772E"/>
    <w:rsid w:val="000719CE"/>
    <w:rsid w:val="00072358"/>
    <w:rsid w:val="00072A59"/>
    <w:rsid w:val="00072F50"/>
    <w:rsid w:val="000748B0"/>
    <w:rsid w:val="00076CEA"/>
    <w:rsid w:val="000772A3"/>
    <w:rsid w:val="00080E6E"/>
    <w:rsid w:val="00081219"/>
    <w:rsid w:val="000830ED"/>
    <w:rsid w:val="00083561"/>
    <w:rsid w:val="000862AF"/>
    <w:rsid w:val="00086984"/>
    <w:rsid w:val="00087757"/>
    <w:rsid w:val="000904E9"/>
    <w:rsid w:val="00090722"/>
    <w:rsid w:val="000926EC"/>
    <w:rsid w:val="00093997"/>
    <w:rsid w:val="000A1318"/>
    <w:rsid w:val="000A25BC"/>
    <w:rsid w:val="000A37CD"/>
    <w:rsid w:val="000A38AA"/>
    <w:rsid w:val="000A3938"/>
    <w:rsid w:val="000A3EB0"/>
    <w:rsid w:val="000A537B"/>
    <w:rsid w:val="000A587B"/>
    <w:rsid w:val="000A6791"/>
    <w:rsid w:val="000A69AD"/>
    <w:rsid w:val="000A74AF"/>
    <w:rsid w:val="000B09B2"/>
    <w:rsid w:val="000B14B2"/>
    <w:rsid w:val="000B174B"/>
    <w:rsid w:val="000B20D3"/>
    <w:rsid w:val="000B3E52"/>
    <w:rsid w:val="000B6529"/>
    <w:rsid w:val="000C06EE"/>
    <w:rsid w:val="000C0AF1"/>
    <w:rsid w:val="000C169B"/>
    <w:rsid w:val="000C6305"/>
    <w:rsid w:val="000C7534"/>
    <w:rsid w:val="000C7732"/>
    <w:rsid w:val="000C7E20"/>
    <w:rsid w:val="000D0357"/>
    <w:rsid w:val="000D2227"/>
    <w:rsid w:val="000D54A8"/>
    <w:rsid w:val="000D5DEB"/>
    <w:rsid w:val="000D718B"/>
    <w:rsid w:val="000D773E"/>
    <w:rsid w:val="000D7DE5"/>
    <w:rsid w:val="000E0306"/>
    <w:rsid w:val="000E406E"/>
    <w:rsid w:val="000E4A0D"/>
    <w:rsid w:val="000E62C7"/>
    <w:rsid w:val="000F01E9"/>
    <w:rsid w:val="000F086B"/>
    <w:rsid w:val="000F0DD0"/>
    <w:rsid w:val="000F2490"/>
    <w:rsid w:val="000F27B5"/>
    <w:rsid w:val="000F48C8"/>
    <w:rsid w:val="000F4CAE"/>
    <w:rsid w:val="001003A4"/>
    <w:rsid w:val="00100AC2"/>
    <w:rsid w:val="00101A06"/>
    <w:rsid w:val="0010294D"/>
    <w:rsid w:val="00103A9A"/>
    <w:rsid w:val="001041E7"/>
    <w:rsid w:val="00104CE9"/>
    <w:rsid w:val="001050F4"/>
    <w:rsid w:val="00107C33"/>
    <w:rsid w:val="00111133"/>
    <w:rsid w:val="00112CBB"/>
    <w:rsid w:val="00112F57"/>
    <w:rsid w:val="001146FD"/>
    <w:rsid w:val="00114C49"/>
    <w:rsid w:val="0011532C"/>
    <w:rsid w:val="00115935"/>
    <w:rsid w:val="00116E96"/>
    <w:rsid w:val="001174D1"/>
    <w:rsid w:val="00117B85"/>
    <w:rsid w:val="001205B5"/>
    <w:rsid w:val="001206C4"/>
    <w:rsid w:val="0012267F"/>
    <w:rsid w:val="001227F5"/>
    <w:rsid w:val="00125B10"/>
    <w:rsid w:val="00126D46"/>
    <w:rsid w:val="0013207B"/>
    <w:rsid w:val="001336D9"/>
    <w:rsid w:val="001348E9"/>
    <w:rsid w:val="001354CA"/>
    <w:rsid w:val="001359B8"/>
    <w:rsid w:val="00136BAA"/>
    <w:rsid w:val="00137A29"/>
    <w:rsid w:val="00142B99"/>
    <w:rsid w:val="00142FFB"/>
    <w:rsid w:val="00143C51"/>
    <w:rsid w:val="001443E1"/>
    <w:rsid w:val="00146065"/>
    <w:rsid w:val="00146378"/>
    <w:rsid w:val="00152A11"/>
    <w:rsid w:val="00152E8C"/>
    <w:rsid w:val="00153E66"/>
    <w:rsid w:val="001548BD"/>
    <w:rsid w:val="001550C7"/>
    <w:rsid w:val="00155F29"/>
    <w:rsid w:val="00157404"/>
    <w:rsid w:val="001601F8"/>
    <w:rsid w:val="001610B6"/>
    <w:rsid w:val="001613E8"/>
    <w:rsid w:val="00162A15"/>
    <w:rsid w:val="001639CA"/>
    <w:rsid w:val="00164458"/>
    <w:rsid w:val="00164B0C"/>
    <w:rsid w:val="00165D3A"/>
    <w:rsid w:val="00166BBF"/>
    <w:rsid w:val="0016778D"/>
    <w:rsid w:val="00167A44"/>
    <w:rsid w:val="00170648"/>
    <w:rsid w:val="0017195D"/>
    <w:rsid w:val="00171BB1"/>
    <w:rsid w:val="0017239C"/>
    <w:rsid w:val="00172AD9"/>
    <w:rsid w:val="001734F7"/>
    <w:rsid w:val="00175DED"/>
    <w:rsid w:val="001768F3"/>
    <w:rsid w:val="00180426"/>
    <w:rsid w:val="001820A0"/>
    <w:rsid w:val="00184351"/>
    <w:rsid w:val="00185A3F"/>
    <w:rsid w:val="00185A4B"/>
    <w:rsid w:val="00185B7B"/>
    <w:rsid w:val="00187C96"/>
    <w:rsid w:val="00191C7D"/>
    <w:rsid w:val="00191F6A"/>
    <w:rsid w:val="00193EC9"/>
    <w:rsid w:val="001961ED"/>
    <w:rsid w:val="0019697C"/>
    <w:rsid w:val="001A21E1"/>
    <w:rsid w:val="001A3C0F"/>
    <w:rsid w:val="001A4A95"/>
    <w:rsid w:val="001A5FFE"/>
    <w:rsid w:val="001A6E73"/>
    <w:rsid w:val="001A6F95"/>
    <w:rsid w:val="001A7035"/>
    <w:rsid w:val="001A7AE0"/>
    <w:rsid w:val="001B05B1"/>
    <w:rsid w:val="001B1C13"/>
    <w:rsid w:val="001B530E"/>
    <w:rsid w:val="001B55CC"/>
    <w:rsid w:val="001B69DA"/>
    <w:rsid w:val="001B7DBF"/>
    <w:rsid w:val="001C0D9B"/>
    <w:rsid w:val="001C2765"/>
    <w:rsid w:val="001C33B0"/>
    <w:rsid w:val="001C3CF5"/>
    <w:rsid w:val="001C4659"/>
    <w:rsid w:val="001C52B0"/>
    <w:rsid w:val="001C5E56"/>
    <w:rsid w:val="001C6D91"/>
    <w:rsid w:val="001C7D34"/>
    <w:rsid w:val="001D10B5"/>
    <w:rsid w:val="001D1A8D"/>
    <w:rsid w:val="001D3EE9"/>
    <w:rsid w:val="001D51E0"/>
    <w:rsid w:val="001D5ECE"/>
    <w:rsid w:val="001D5EFD"/>
    <w:rsid w:val="001D6590"/>
    <w:rsid w:val="001D7316"/>
    <w:rsid w:val="001D7D24"/>
    <w:rsid w:val="001D7F77"/>
    <w:rsid w:val="001E0873"/>
    <w:rsid w:val="001E2CE8"/>
    <w:rsid w:val="001E64E9"/>
    <w:rsid w:val="001E6660"/>
    <w:rsid w:val="001E6A02"/>
    <w:rsid w:val="001E721E"/>
    <w:rsid w:val="001E7A9F"/>
    <w:rsid w:val="001F03BA"/>
    <w:rsid w:val="001F2B59"/>
    <w:rsid w:val="001F40C6"/>
    <w:rsid w:val="001F42D2"/>
    <w:rsid w:val="001F4C1C"/>
    <w:rsid w:val="001F5146"/>
    <w:rsid w:val="001F6C30"/>
    <w:rsid w:val="001F6E40"/>
    <w:rsid w:val="001F7FF4"/>
    <w:rsid w:val="00200695"/>
    <w:rsid w:val="0020135B"/>
    <w:rsid w:val="00201C3A"/>
    <w:rsid w:val="00204987"/>
    <w:rsid w:val="002049E9"/>
    <w:rsid w:val="00206A42"/>
    <w:rsid w:val="00207148"/>
    <w:rsid w:val="002076D1"/>
    <w:rsid w:val="0020773E"/>
    <w:rsid w:val="00207DF0"/>
    <w:rsid w:val="00210A56"/>
    <w:rsid w:val="00210A70"/>
    <w:rsid w:val="0021127B"/>
    <w:rsid w:val="00211895"/>
    <w:rsid w:val="00212373"/>
    <w:rsid w:val="00212BD9"/>
    <w:rsid w:val="002130BC"/>
    <w:rsid w:val="002131FA"/>
    <w:rsid w:val="00214045"/>
    <w:rsid w:val="00215D80"/>
    <w:rsid w:val="00216A40"/>
    <w:rsid w:val="00222DF4"/>
    <w:rsid w:val="00224E6F"/>
    <w:rsid w:val="002278B2"/>
    <w:rsid w:val="002320D3"/>
    <w:rsid w:val="002324AC"/>
    <w:rsid w:val="002334C3"/>
    <w:rsid w:val="002337FC"/>
    <w:rsid w:val="00233AC3"/>
    <w:rsid w:val="00233CFA"/>
    <w:rsid w:val="00234067"/>
    <w:rsid w:val="00234380"/>
    <w:rsid w:val="00234F5A"/>
    <w:rsid w:val="00235C7D"/>
    <w:rsid w:val="00236ACF"/>
    <w:rsid w:val="0023705A"/>
    <w:rsid w:val="0023768B"/>
    <w:rsid w:val="00240B68"/>
    <w:rsid w:val="00244025"/>
    <w:rsid w:val="00244643"/>
    <w:rsid w:val="00245D3B"/>
    <w:rsid w:val="00247F14"/>
    <w:rsid w:val="00250A70"/>
    <w:rsid w:val="0025101D"/>
    <w:rsid w:val="002522C2"/>
    <w:rsid w:val="002527E8"/>
    <w:rsid w:val="0025332D"/>
    <w:rsid w:val="0025586A"/>
    <w:rsid w:val="0025667E"/>
    <w:rsid w:val="002568EA"/>
    <w:rsid w:val="002601E8"/>
    <w:rsid w:val="0026036A"/>
    <w:rsid w:val="00261A3E"/>
    <w:rsid w:val="00261CDB"/>
    <w:rsid w:val="00261E8C"/>
    <w:rsid w:val="00261EB6"/>
    <w:rsid w:val="00262573"/>
    <w:rsid w:val="00262C10"/>
    <w:rsid w:val="0026474D"/>
    <w:rsid w:val="002653E9"/>
    <w:rsid w:val="00266894"/>
    <w:rsid w:val="0026712C"/>
    <w:rsid w:val="0027150B"/>
    <w:rsid w:val="00271E0F"/>
    <w:rsid w:val="00272D0F"/>
    <w:rsid w:val="002753DA"/>
    <w:rsid w:val="0027547F"/>
    <w:rsid w:val="00276C30"/>
    <w:rsid w:val="00276E4A"/>
    <w:rsid w:val="00276ED8"/>
    <w:rsid w:val="00277D42"/>
    <w:rsid w:val="00281EC7"/>
    <w:rsid w:val="0028220F"/>
    <w:rsid w:val="002822DE"/>
    <w:rsid w:val="0028250D"/>
    <w:rsid w:val="00282F17"/>
    <w:rsid w:val="00283385"/>
    <w:rsid w:val="002834C8"/>
    <w:rsid w:val="0028397E"/>
    <w:rsid w:val="002847E0"/>
    <w:rsid w:val="00285CD5"/>
    <w:rsid w:val="002870C2"/>
    <w:rsid w:val="00287C55"/>
    <w:rsid w:val="00287F5A"/>
    <w:rsid w:val="002902FF"/>
    <w:rsid w:val="00290FD0"/>
    <w:rsid w:val="0029259E"/>
    <w:rsid w:val="002925FC"/>
    <w:rsid w:val="00292A3B"/>
    <w:rsid w:val="0029461C"/>
    <w:rsid w:val="00294C70"/>
    <w:rsid w:val="00295029"/>
    <w:rsid w:val="002951A3"/>
    <w:rsid w:val="00295380"/>
    <w:rsid w:val="00295C80"/>
    <w:rsid w:val="00296E67"/>
    <w:rsid w:val="002A178F"/>
    <w:rsid w:val="002A6C8C"/>
    <w:rsid w:val="002A7346"/>
    <w:rsid w:val="002B0446"/>
    <w:rsid w:val="002B382C"/>
    <w:rsid w:val="002B3883"/>
    <w:rsid w:val="002B47F1"/>
    <w:rsid w:val="002B4D76"/>
    <w:rsid w:val="002B654A"/>
    <w:rsid w:val="002B65C5"/>
    <w:rsid w:val="002B7811"/>
    <w:rsid w:val="002C04D4"/>
    <w:rsid w:val="002C22C3"/>
    <w:rsid w:val="002C27A6"/>
    <w:rsid w:val="002C3735"/>
    <w:rsid w:val="002C3886"/>
    <w:rsid w:val="002C4A0E"/>
    <w:rsid w:val="002C5346"/>
    <w:rsid w:val="002C6153"/>
    <w:rsid w:val="002D240F"/>
    <w:rsid w:val="002D2790"/>
    <w:rsid w:val="002D5D42"/>
    <w:rsid w:val="002D69A4"/>
    <w:rsid w:val="002D7DD5"/>
    <w:rsid w:val="002E0EE9"/>
    <w:rsid w:val="002E1B35"/>
    <w:rsid w:val="002E2B19"/>
    <w:rsid w:val="002E2EC4"/>
    <w:rsid w:val="002E3A07"/>
    <w:rsid w:val="002E3F5C"/>
    <w:rsid w:val="002E51FF"/>
    <w:rsid w:val="002E58DE"/>
    <w:rsid w:val="002E6AA7"/>
    <w:rsid w:val="002E6B58"/>
    <w:rsid w:val="002E6DF4"/>
    <w:rsid w:val="002E7D72"/>
    <w:rsid w:val="002F06CB"/>
    <w:rsid w:val="002F0886"/>
    <w:rsid w:val="002F0B37"/>
    <w:rsid w:val="002F189B"/>
    <w:rsid w:val="002F56C3"/>
    <w:rsid w:val="002F6F87"/>
    <w:rsid w:val="002F723A"/>
    <w:rsid w:val="00300A7D"/>
    <w:rsid w:val="00300F19"/>
    <w:rsid w:val="00301DBD"/>
    <w:rsid w:val="003020C0"/>
    <w:rsid w:val="003055A8"/>
    <w:rsid w:val="003065DE"/>
    <w:rsid w:val="00306D2A"/>
    <w:rsid w:val="00307C26"/>
    <w:rsid w:val="00311866"/>
    <w:rsid w:val="00311A9F"/>
    <w:rsid w:val="00313427"/>
    <w:rsid w:val="00313834"/>
    <w:rsid w:val="003144EC"/>
    <w:rsid w:val="003157AD"/>
    <w:rsid w:val="003201AF"/>
    <w:rsid w:val="00324B4E"/>
    <w:rsid w:val="0032574C"/>
    <w:rsid w:val="00325DB9"/>
    <w:rsid w:val="00326C05"/>
    <w:rsid w:val="00326F2C"/>
    <w:rsid w:val="003302E1"/>
    <w:rsid w:val="00330444"/>
    <w:rsid w:val="0033096F"/>
    <w:rsid w:val="00330C21"/>
    <w:rsid w:val="003330AA"/>
    <w:rsid w:val="003335CA"/>
    <w:rsid w:val="00333A21"/>
    <w:rsid w:val="003350BA"/>
    <w:rsid w:val="003360B7"/>
    <w:rsid w:val="003376D2"/>
    <w:rsid w:val="003409E3"/>
    <w:rsid w:val="00340D4B"/>
    <w:rsid w:val="00341977"/>
    <w:rsid w:val="00344688"/>
    <w:rsid w:val="00344F4D"/>
    <w:rsid w:val="00345555"/>
    <w:rsid w:val="00346877"/>
    <w:rsid w:val="00351364"/>
    <w:rsid w:val="00351DA5"/>
    <w:rsid w:val="00352766"/>
    <w:rsid w:val="0035312A"/>
    <w:rsid w:val="0035567C"/>
    <w:rsid w:val="00356093"/>
    <w:rsid w:val="003570F4"/>
    <w:rsid w:val="003615BE"/>
    <w:rsid w:val="00362142"/>
    <w:rsid w:val="0036260E"/>
    <w:rsid w:val="00363788"/>
    <w:rsid w:val="00364F88"/>
    <w:rsid w:val="0036623F"/>
    <w:rsid w:val="00366FFD"/>
    <w:rsid w:val="00370192"/>
    <w:rsid w:val="003702EB"/>
    <w:rsid w:val="00370569"/>
    <w:rsid w:val="0037106D"/>
    <w:rsid w:val="00374477"/>
    <w:rsid w:val="003766BE"/>
    <w:rsid w:val="003777A8"/>
    <w:rsid w:val="00377C3B"/>
    <w:rsid w:val="00382D2E"/>
    <w:rsid w:val="00383640"/>
    <w:rsid w:val="00383B44"/>
    <w:rsid w:val="00383C2F"/>
    <w:rsid w:val="00383CB8"/>
    <w:rsid w:val="003848FE"/>
    <w:rsid w:val="00384CC0"/>
    <w:rsid w:val="00384D0A"/>
    <w:rsid w:val="003866D7"/>
    <w:rsid w:val="003905E8"/>
    <w:rsid w:val="003929D4"/>
    <w:rsid w:val="0039366F"/>
    <w:rsid w:val="00395105"/>
    <w:rsid w:val="0039533C"/>
    <w:rsid w:val="003958BE"/>
    <w:rsid w:val="00395A27"/>
    <w:rsid w:val="00396F15"/>
    <w:rsid w:val="003978F6"/>
    <w:rsid w:val="003A0BD1"/>
    <w:rsid w:val="003A1E1F"/>
    <w:rsid w:val="003A2255"/>
    <w:rsid w:val="003A2658"/>
    <w:rsid w:val="003A282F"/>
    <w:rsid w:val="003A2C8A"/>
    <w:rsid w:val="003A31FB"/>
    <w:rsid w:val="003A34DE"/>
    <w:rsid w:val="003A3522"/>
    <w:rsid w:val="003A49EE"/>
    <w:rsid w:val="003A4DA3"/>
    <w:rsid w:val="003A538A"/>
    <w:rsid w:val="003A6125"/>
    <w:rsid w:val="003A63F4"/>
    <w:rsid w:val="003A6E2B"/>
    <w:rsid w:val="003B2429"/>
    <w:rsid w:val="003B248C"/>
    <w:rsid w:val="003B368C"/>
    <w:rsid w:val="003B410E"/>
    <w:rsid w:val="003B5ABA"/>
    <w:rsid w:val="003C0EE9"/>
    <w:rsid w:val="003C156E"/>
    <w:rsid w:val="003C22AA"/>
    <w:rsid w:val="003C3154"/>
    <w:rsid w:val="003C43D9"/>
    <w:rsid w:val="003C4935"/>
    <w:rsid w:val="003C4EA0"/>
    <w:rsid w:val="003C7A0B"/>
    <w:rsid w:val="003D01C4"/>
    <w:rsid w:val="003D08E9"/>
    <w:rsid w:val="003D18D4"/>
    <w:rsid w:val="003D4447"/>
    <w:rsid w:val="003D572E"/>
    <w:rsid w:val="003D7AE0"/>
    <w:rsid w:val="003E1EDD"/>
    <w:rsid w:val="003E3497"/>
    <w:rsid w:val="003E6426"/>
    <w:rsid w:val="003E645E"/>
    <w:rsid w:val="003E6DB4"/>
    <w:rsid w:val="003E702D"/>
    <w:rsid w:val="003F043F"/>
    <w:rsid w:val="003F2970"/>
    <w:rsid w:val="003F58E7"/>
    <w:rsid w:val="003F675D"/>
    <w:rsid w:val="00400426"/>
    <w:rsid w:val="00402B33"/>
    <w:rsid w:val="00402C97"/>
    <w:rsid w:val="00402D89"/>
    <w:rsid w:val="00403346"/>
    <w:rsid w:val="0040486F"/>
    <w:rsid w:val="004061A6"/>
    <w:rsid w:val="004076D1"/>
    <w:rsid w:val="00407925"/>
    <w:rsid w:val="00410237"/>
    <w:rsid w:val="00412671"/>
    <w:rsid w:val="00412EC6"/>
    <w:rsid w:val="0041335F"/>
    <w:rsid w:val="00414764"/>
    <w:rsid w:val="00414B23"/>
    <w:rsid w:val="00416722"/>
    <w:rsid w:val="004200AC"/>
    <w:rsid w:val="0042044A"/>
    <w:rsid w:val="00421177"/>
    <w:rsid w:val="004222B0"/>
    <w:rsid w:val="00422706"/>
    <w:rsid w:val="00426417"/>
    <w:rsid w:val="00430EB7"/>
    <w:rsid w:val="00431311"/>
    <w:rsid w:val="00431CC0"/>
    <w:rsid w:val="004339B3"/>
    <w:rsid w:val="00433F53"/>
    <w:rsid w:val="0043490F"/>
    <w:rsid w:val="00435B29"/>
    <w:rsid w:val="0043667F"/>
    <w:rsid w:val="004372FF"/>
    <w:rsid w:val="0043749E"/>
    <w:rsid w:val="00440B15"/>
    <w:rsid w:val="00440E05"/>
    <w:rsid w:val="00445A0D"/>
    <w:rsid w:val="0045019B"/>
    <w:rsid w:val="00451AAF"/>
    <w:rsid w:val="00452D1D"/>
    <w:rsid w:val="00452FFE"/>
    <w:rsid w:val="004530E9"/>
    <w:rsid w:val="00454AB8"/>
    <w:rsid w:val="00456513"/>
    <w:rsid w:val="00456DEC"/>
    <w:rsid w:val="00460E7A"/>
    <w:rsid w:val="00461E8A"/>
    <w:rsid w:val="00462947"/>
    <w:rsid w:val="004629BE"/>
    <w:rsid w:val="004648D8"/>
    <w:rsid w:val="00464C95"/>
    <w:rsid w:val="00464E99"/>
    <w:rsid w:val="004658FD"/>
    <w:rsid w:val="00466E50"/>
    <w:rsid w:val="00467705"/>
    <w:rsid w:val="00467FDB"/>
    <w:rsid w:val="00470944"/>
    <w:rsid w:val="004735F3"/>
    <w:rsid w:val="004757ED"/>
    <w:rsid w:val="004760E1"/>
    <w:rsid w:val="00477390"/>
    <w:rsid w:val="004775D5"/>
    <w:rsid w:val="004776A5"/>
    <w:rsid w:val="00477A03"/>
    <w:rsid w:val="00480683"/>
    <w:rsid w:val="004814D8"/>
    <w:rsid w:val="00481CFE"/>
    <w:rsid w:val="00483392"/>
    <w:rsid w:val="0048349E"/>
    <w:rsid w:val="004838C6"/>
    <w:rsid w:val="00483DA3"/>
    <w:rsid w:val="00485ED3"/>
    <w:rsid w:val="00487B8B"/>
    <w:rsid w:val="00487D40"/>
    <w:rsid w:val="004905DE"/>
    <w:rsid w:val="0049188F"/>
    <w:rsid w:val="00492823"/>
    <w:rsid w:val="00492D09"/>
    <w:rsid w:val="00493E63"/>
    <w:rsid w:val="00494CD3"/>
    <w:rsid w:val="00495562"/>
    <w:rsid w:val="0049715A"/>
    <w:rsid w:val="00497317"/>
    <w:rsid w:val="00497589"/>
    <w:rsid w:val="0049772B"/>
    <w:rsid w:val="004979A4"/>
    <w:rsid w:val="004A1CF6"/>
    <w:rsid w:val="004A1F91"/>
    <w:rsid w:val="004A2EC0"/>
    <w:rsid w:val="004A39C2"/>
    <w:rsid w:val="004A4FA5"/>
    <w:rsid w:val="004A5638"/>
    <w:rsid w:val="004A742A"/>
    <w:rsid w:val="004A79B6"/>
    <w:rsid w:val="004B1EF6"/>
    <w:rsid w:val="004B23FA"/>
    <w:rsid w:val="004B58AC"/>
    <w:rsid w:val="004B5DA2"/>
    <w:rsid w:val="004B6B77"/>
    <w:rsid w:val="004C5569"/>
    <w:rsid w:val="004C646D"/>
    <w:rsid w:val="004C7020"/>
    <w:rsid w:val="004C77D5"/>
    <w:rsid w:val="004D0287"/>
    <w:rsid w:val="004D2FA6"/>
    <w:rsid w:val="004D32F4"/>
    <w:rsid w:val="004D340A"/>
    <w:rsid w:val="004D4CA5"/>
    <w:rsid w:val="004D7FEA"/>
    <w:rsid w:val="004E01F8"/>
    <w:rsid w:val="004E14BA"/>
    <w:rsid w:val="004E177B"/>
    <w:rsid w:val="004E3137"/>
    <w:rsid w:val="004E3C31"/>
    <w:rsid w:val="004E5FBE"/>
    <w:rsid w:val="004E6BF3"/>
    <w:rsid w:val="004E7388"/>
    <w:rsid w:val="004E7B93"/>
    <w:rsid w:val="004F168A"/>
    <w:rsid w:val="004F5363"/>
    <w:rsid w:val="004F5673"/>
    <w:rsid w:val="004F5ED9"/>
    <w:rsid w:val="004F760B"/>
    <w:rsid w:val="00501716"/>
    <w:rsid w:val="0050181C"/>
    <w:rsid w:val="0050230C"/>
    <w:rsid w:val="00502A31"/>
    <w:rsid w:val="00503C36"/>
    <w:rsid w:val="00505E39"/>
    <w:rsid w:val="00507C44"/>
    <w:rsid w:val="00507C8D"/>
    <w:rsid w:val="00507E96"/>
    <w:rsid w:val="00514378"/>
    <w:rsid w:val="00514E85"/>
    <w:rsid w:val="005165DB"/>
    <w:rsid w:val="00516C5E"/>
    <w:rsid w:val="00516F2F"/>
    <w:rsid w:val="00517D9A"/>
    <w:rsid w:val="005203DC"/>
    <w:rsid w:val="00520A9B"/>
    <w:rsid w:val="00520B24"/>
    <w:rsid w:val="00520E1C"/>
    <w:rsid w:val="00521849"/>
    <w:rsid w:val="00524399"/>
    <w:rsid w:val="005262FA"/>
    <w:rsid w:val="00527971"/>
    <w:rsid w:val="00531909"/>
    <w:rsid w:val="00533236"/>
    <w:rsid w:val="00533319"/>
    <w:rsid w:val="0053433C"/>
    <w:rsid w:val="0053513B"/>
    <w:rsid w:val="005377AA"/>
    <w:rsid w:val="005378B8"/>
    <w:rsid w:val="00537F18"/>
    <w:rsid w:val="005402BC"/>
    <w:rsid w:val="0054039C"/>
    <w:rsid w:val="0054078F"/>
    <w:rsid w:val="00540D20"/>
    <w:rsid w:val="0054126E"/>
    <w:rsid w:val="00543BD2"/>
    <w:rsid w:val="0054617E"/>
    <w:rsid w:val="00546C3D"/>
    <w:rsid w:val="00546DE8"/>
    <w:rsid w:val="00551B23"/>
    <w:rsid w:val="00553FF2"/>
    <w:rsid w:val="005560BB"/>
    <w:rsid w:val="00560ADE"/>
    <w:rsid w:val="00560CE8"/>
    <w:rsid w:val="00560DCE"/>
    <w:rsid w:val="00561836"/>
    <w:rsid w:val="00562CCA"/>
    <w:rsid w:val="00564B89"/>
    <w:rsid w:val="00565547"/>
    <w:rsid w:val="00567266"/>
    <w:rsid w:val="00567F1E"/>
    <w:rsid w:val="00570F3B"/>
    <w:rsid w:val="0057104A"/>
    <w:rsid w:val="005754CB"/>
    <w:rsid w:val="0058005A"/>
    <w:rsid w:val="00580751"/>
    <w:rsid w:val="00581FA7"/>
    <w:rsid w:val="00584A92"/>
    <w:rsid w:val="0058545E"/>
    <w:rsid w:val="00585566"/>
    <w:rsid w:val="00585AA6"/>
    <w:rsid w:val="00586BA6"/>
    <w:rsid w:val="00590122"/>
    <w:rsid w:val="00590A4C"/>
    <w:rsid w:val="00591DB6"/>
    <w:rsid w:val="005928AD"/>
    <w:rsid w:val="0059376F"/>
    <w:rsid w:val="00594278"/>
    <w:rsid w:val="0059459A"/>
    <w:rsid w:val="0059475A"/>
    <w:rsid w:val="00594CA4"/>
    <w:rsid w:val="00594CCF"/>
    <w:rsid w:val="005965E8"/>
    <w:rsid w:val="0059665A"/>
    <w:rsid w:val="00597962"/>
    <w:rsid w:val="005A13F6"/>
    <w:rsid w:val="005A2C72"/>
    <w:rsid w:val="005A59BA"/>
    <w:rsid w:val="005A7A27"/>
    <w:rsid w:val="005A7C3B"/>
    <w:rsid w:val="005A7ECD"/>
    <w:rsid w:val="005B2434"/>
    <w:rsid w:val="005B25DF"/>
    <w:rsid w:val="005B37C9"/>
    <w:rsid w:val="005B4D7F"/>
    <w:rsid w:val="005C12C7"/>
    <w:rsid w:val="005C2859"/>
    <w:rsid w:val="005C3EA3"/>
    <w:rsid w:val="005C4E2F"/>
    <w:rsid w:val="005C4FE7"/>
    <w:rsid w:val="005C6298"/>
    <w:rsid w:val="005D0D5B"/>
    <w:rsid w:val="005D0E39"/>
    <w:rsid w:val="005D102C"/>
    <w:rsid w:val="005D2DC6"/>
    <w:rsid w:val="005D4D6E"/>
    <w:rsid w:val="005D54D5"/>
    <w:rsid w:val="005D74EB"/>
    <w:rsid w:val="005D7586"/>
    <w:rsid w:val="005E0F92"/>
    <w:rsid w:val="005E3BD9"/>
    <w:rsid w:val="005E513E"/>
    <w:rsid w:val="005E59D7"/>
    <w:rsid w:val="005F0ECA"/>
    <w:rsid w:val="005F29A0"/>
    <w:rsid w:val="005F3682"/>
    <w:rsid w:val="005F39F8"/>
    <w:rsid w:val="005F6A1F"/>
    <w:rsid w:val="005F6B2F"/>
    <w:rsid w:val="005F731D"/>
    <w:rsid w:val="005F769A"/>
    <w:rsid w:val="005F79C5"/>
    <w:rsid w:val="005F7D87"/>
    <w:rsid w:val="005F7FDA"/>
    <w:rsid w:val="0060085D"/>
    <w:rsid w:val="00601F75"/>
    <w:rsid w:val="00602108"/>
    <w:rsid w:val="00603B28"/>
    <w:rsid w:val="00605E07"/>
    <w:rsid w:val="00606917"/>
    <w:rsid w:val="0060763B"/>
    <w:rsid w:val="00607649"/>
    <w:rsid w:val="00611173"/>
    <w:rsid w:val="00611288"/>
    <w:rsid w:val="006114B3"/>
    <w:rsid w:val="006116A4"/>
    <w:rsid w:val="00611D31"/>
    <w:rsid w:val="00611EA0"/>
    <w:rsid w:val="00611F11"/>
    <w:rsid w:val="006120E2"/>
    <w:rsid w:val="00612E4A"/>
    <w:rsid w:val="006135CB"/>
    <w:rsid w:val="0061420E"/>
    <w:rsid w:val="00614D59"/>
    <w:rsid w:val="00617FB4"/>
    <w:rsid w:val="006218D1"/>
    <w:rsid w:val="006223C8"/>
    <w:rsid w:val="006250C2"/>
    <w:rsid w:val="00625951"/>
    <w:rsid w:val="006263E6"/>
    <w:rsid w:val="006267E2"/>
    <w:rsid w:val="00626894"/>
    <w:rsid w:val="00627A56"/>
    <w:rsid w:val="00632824"/>
    <w:rsid w:val="00632BE5"/>
    <w:rsid w:val="0063378C"/>
    <w:rsid w:val="006349B7"/>
    <w:rsid w:val="00634CDC"/>
    <w:rsid w:val="00634F1C"/>
    <w:rsid w:val="00635424"/>
    <w:rsid w:val="00635B00"/>
    <w:rsid w:val="006368E1"/>
    <w:rsid w:val="00636966"/>
    <w:rsid w:val="00637226"/>
    <w:rsid w:val="00637F0B"/>
    <w:rsid w:val="006422B7"/>
    <w:rsid w:val="00643511"/>
    <w:rsid w:val="00643C4F"/>
    <w:rsid w:val="00644317"/>
    <w:rsid w:val="006472D2"/>
    <w:rsid w:val="00647A18"/>
    <w:rsid w:val="00647CB1"/>
    <w:rsid w:val="00652AEB"/>
    <w:rsid w:val="0065374F"/>
    <w:rsid w:val="00654A17"/>
    <w:rsid w:val="00655756"/>
    <w:rsid w:val="006566E7"/>
    <w:rsid w:val="006600D4"/>
    <w:rsid w:val="00661263"/>
    <w:rsid w:val="00663862"/>
    <w:rsid w:val="00663975"/>
    <w:rsid w:val="00663FDE"/>
    <w:rsid w:val="006646B7"/>
    <w:rsid w:val="00664AF0"/>
    <w:rsid w:val="0066520E"/>
    <w:rsid w:val="00666A2F"/>
    <w:rsid w:val="006672A3"/>
    <w:rsid w:val="00667B67"/>
    <w:rsid w:val="00670748"/>
    <w:rsid w:val="00672441"/>
    <w:rsid w:val="0067342B"/>
    <w:rsid w:val="0067346B"/>
    <w:rsid w:val="006755AB"/>
    <w:rsid w:val="00676F1C"/>
    <w:rsid w:val="00677A47"/>
    <w:rsid w:val="0068055E"/>
    <w:rsid w:val="006811D0"/>
    <w:rsid w:val="006820DC"/>
    <w:rsid w:val="00682882"/>
    <w:rsid w:val="00682BD9"/>
    <w:rsid w:val="00685D7E"/>
    <w:rsid w:val="006874B1"/>
    <w:rsid w:val="00687BD7"/>
    <w:rsid w:val="006911CF"/>
    <w:rsid w:val="00692204"/>
    <w:rsid w:val="006924A6"/>
    <w:rsid w:val="00693841"/>
    <w:rsid w:val="006942E1"/>
    <w:rsid w:val="00694745"/>
    <w:rsid w:val="006955BE"/>
    <w:rsid w:val="006A04A5"/>
    <w:rsid w:val="006A10C4"/>
    <w:rsid w:val="006A2DB9"/>
    <w:rsid w:val="006A301C"/>
    <w:rsid w:val="006A444E"/>
    <w:rsid w:val="006A6A6C"/>
    <w:rsid w:val="006A77DD"/>
    <w:rsid w:val="006A7E58"/>
    <w:rsid w:val="006B13C0"/>
    <w:rsid w:val="006B1857"/>
    <w:rsid w:val="006B27AA"/>
    <w:rsid w:val="006B2BC5"/>
    <w:rsid w:val="006B4F46"/>
    <w:rsid w:val="006B5639"/>
    <w:rsid w:val="006B6045"/>
    <w:rsid w:val="006B622E"/>
    <w:rsid w:val="006B7D5A"/>
    <w:rsid w:val="006C0BC3"/>
    <w:rsid w:val="006C197F"/>
    <w:rsid w:val="006C2DED"/>
    <w:rsid w:val="006C3E38"/>
    <w:rsid w:val="006C4370"/>
    <w:rsid w:val="006C476D"/>
    <w:rsid w:val="006C5143"/>
    <w:rsid w:val="006C6EA6"/>
    <w:rsid w:val="006C6F3C"/>
    <w:rsid w:val="006D281E"/>
    <w:rsid w:val="006D2F9C"/>
    <w:rsid w:val="006D337C"/>
    <w:rsid w:val="006D3CF4"/>
    <w:rsid w:val="006D4E1C"/>
    <w:rsid w:val="006D6F71"/>
    <w:rsid w:val="006D734E"/>
    <w:rsid w:val="006D7EA9"/>
    <w:rsid w:val="006E15C7"/>
    <w:rsid w:val="006E1C95"/>
    <w:rsid w:val="006E40BB"/>
    <w:rsid w:val="006E48B1"/>
    <w:rsid w:val="006E4E49"/>
    <w:rsid w:val="006E59E0"/>
    <w:rsid w:val="006E76F0"/>
    <w:rsid w:val="006E792A"/>
    <w:rsid w:val="006F01C8"/>
    <w:rsid w:val="006F0A4D"/>
    <w:rsid w:val="006F1FB4"/>
    <w:rsid w:val="006F21C5"/>
    <w:rsid w:val="006F2F98"/>
    <w:rsid w:val="006F43DF"/>
    <w:rsid w:val="006F46D7"/>
    <w:rsid w:val="006F5EE9"/>
    <w:rsid w:val="006F65D4"/>
    <w:rsid w:val="006F74AE"/>
    <w:rsid w:val="00701516"/>
    <w:rsid w:val="00701C55"/>
    <w:rsid w:val="00701E93"/>
    <w:rsid w:val="0070233A"/>
    <w:rsid w:val="00702A6D"/>
    <w:rsid w:val="00706CF6"/>
    <w:rsid w:val="007072D1"/>
    <w:rsid w:val="007076C2"/>
    <w:rsid w:val="00711BE5"/>
    <w:rsid w:val="00712C67"/>
    <w:rsid w:val="00712C88"/>
    <w:rsid w:val="007134BF"/>
    <w:rsid w:val="0071389C"/>
    <w:rsid w:val="00714ADA"/>
    <w:rsid w:val="00715870"/>
    <w:rsid w:val="00715DB5"/>
    <w:rsid w:val="007176DE"/>
    <w:rsid w:val="0071790C"/>
    <w:rsid w:val="007215AE"/>
    <w:rsid w:val="00721CCB"/>
    <w:rsid w:val="00723209"/>
    <w:rsid w:val="007232B0"/>
    <w:rsid w:val="00723616"/>
    <w:rsid w:val="00723622"/>
    <w:rsid w:val="007238B1"/>
    <w:rsid w:val="00723903"/>
    <w:rsid w:val="00725390"/>
    <w:rsid w:val="007273FC"/>
    <w:rsid w:val="00733D5F"/>
    <w:rsid w:val="00736547"/>
    <w:rsid w:val="007367A9"/>
    <w:rsid w:val="00736889"/>
    <w:rsid w:val="00736EF1"/>
    <w:rsid w:val="00737136"/>
    <w:rsid w:val="00741296"/>
    <w:rsid w:val="007420AA"/>
    <w:rsid w:val="00742118"/>
    <w:rsid w:val="0074323B"/>
    <w:rsid w:val="007433BA"/>
    <w:rsid w:val="007434E4"/>
    <w:rsid w:val="007446B4"/>
    <w:rsid w:val="00745364"/>
    <w:rsid w:val="00745398"/>
    <w:rsid w:val="00746925"/>
    <w:rsid w:val="007469D7"/>
    <w:rsid w:val="00746ED7"/>
    <w:rsid w:val="007470FA"/>
    <w:rsid w:val="007508BC"/>
    <w:rsid w:val="00750AC0"/>
    <w:rsid w:val="007514E0"/>
    <w:rsid w:val="00753567"/>
    <w:rsid w:val="007550BC"/>
    <w:rsid w:val="0076063A"/>
    <w:rsid w:val="00760869"/>
    <w:rsid w:val="00762DA7"/>
    <w:rsid w:val="007630E0"/>
    <w:rsid w:val="00763C9F"/>
    <w:rsid w:val="00765FCC"/>
    <w:rsid w:val="007668B9"/>
    <w:rsid w:val="0077048F"/>
    <w:rsid w:val="00770E26"/>
    <w:rsid w:val="00771117"/>
    <w:rsid w:val="0077295C"/>
    <w:rsid w:val="00773225"/>
    <w:rsid w:val="007742E4"/>
    <w:rsid w:val="00775290"/>
    <w:rsid w:val="0078098C"/>
    <w:rsid w:val="00780D30"/>
    <w:rsid w:val="00782434"/>
    <w:rsid w:val="007844AE"/>
    <w:rsid w:val="007861C5"/>
    <w:rsid w:val="00790E70"/>
    <w:rsid w:val="007917D7"/>
    <w:rsid w:val="00792DCD"/>
    <w:rsid w:val="00793160"/>
    <w:rsid w:val="00793364"/>
    <w:rsid w:val="00793C7A"/>
    <w:rsid w:val="007942CC"/>
    <w:rsid w:val="00796C08"/>
    <w:rsid w:val="007A0A0B"/>
    <w:rsid w:val="007A0BE6"/>
    <w:rsid w:val="007A160B"/>
    <w:rsid w:val="007A2219"/>
    <w:rsid w:val="007A3E33"/>
    <w:rsid w:val="007B0047"/>
    <w:rsid w:val="007B017C"/>
    <w:rsid w:val="007B0729"/>
    <w:rsid w:val="007B2CEE"/>
    <w:rsid w:val="007B4B05"/>
    <w:rsid w:val="007B5575"/>
    <w:rsid w:val="007B6165"/>
    <w:rsid w:val="007B61FA"/>
    <w:rsid w:val="007B653C"/>
    <w:rsid w:val="007B74A8"/>
    <w:rsid w:val="007B7F76"/>
    <w:rsid w:val="007C0C88"/>
    <w:rsid w:val="007C11E5"/>
    <w:rsid w:val="007C1F4E"/>
    <w:rsid w:val="007C26D2"/>
    <w:rsid w:val="007C31B6"/>
    <w:rsid w:val="007C3CCB"/>
    <w:rsid w:val="007C522C"/>
    <w:rsid w:val="007C797A"/>
    <w:rsid w:val="007C7CB0"/>
    <w:rsid w:val="007C7CC2"/>
    <w:rsid w:val="007C7CC3"/>
    <w:rsid w:val="007D2BE2"/>
    <w:rsid w:val="007D2F76"/>
    <w:rsid w:val="007D6330"/>
    <w:rsid w:val="007E15F7"/>
    <w:rsid w:val="007E1B26"/>
    <w:rsid w:val="007E504F"/>
    <w:rsid w:val="007E6159"/>
    <w:rsid w:val="007E6F86"/>
    <w:rsid w:val="007E73D3"/>
    <w:rsid w:val="007E7687"/>
    <w:rsid w:val="007F0EBB"/>
    <w:rsid w:val="007F1BC2"/>
    <w:rsid w:val="007F2D59"/>
    <w:rsid w:val="007F7776"/>
    <w:rsid w:val="007F79B4"/>
    <w:rsid w:val="008026B2"/>
    <w:rsid w:val="00802D1E"/>
    <w:rsid w:val="00804580"/>
    <w:rsid w:val="008054E8"/>
    <w:rsid w:val="00806608"/>
    <w:rsid w:val="008066B3"/>
    <w:rsid w:val="0080710A"/>
    <w:rsid w:val="00807C1F"/>
    <w:rsid w:val="00810BF4"/>
    <w:rsid w:val="0081195E"/>
    <w:rsid w:val="0081272B"/>
    <w:rsid w:val="00812F15"/>
    <w:rsid w:val="00813D9B"/>
    <w:rsid w:val="00814472"/>
    <w:rsid w:val="00814B62"/>
    <w:rsid w:val="00815D74"/>
    <w:rsid w:val="00815E45"/>
    <w:rsid w:val="00815FF7"/>
    <w:rsid w:val="00816136"/>
    <w:rsid w:val="0081676E"/>
    <w:rsid w:val="0081728E"/>
    <w:rsid w:val="0082138F"/>
    <w:rsid w:val="008234FE"/>
    <w:rsid w:val="0082484E"/>
    <w:rsid w:val="00824AB0"/>
    <w:rsid w:val="00824F66"/>
    <w:rsid w:val="0082618D"/>
    <w:rsid w:val="0082663A"/>
    <w:rsid w:val="0082672F"/>
    <w:rsid w:val="00826D36"/>
    <w:rsid w:val="008279F8"/>
    <w:rsid w:val="00827D1E"/>
    <w:rsid w:val="0083230F"/>
    <w:rsid w:val="00832CB0"/>
    <w:rsid w:val="008340DB"/>
    <w:rsid w:val="00835247"/>
    <w:rsid w:val="008353A9"/>
    <w:rsid w:val="00835C54"/>
    <w:rsid w:val="008377C3"/>
    <w:rsid w:val="0084023E"/>
    <w:rsid w:val="00840B8B"/>
    <w:rsid w:val="00841EED"/>
    <w:rsid w:val="00842D0B"/>
    <w:rsid w:val="00844016"/>
    <w:rsid w:val="00844B37"/>
    <w:rsid w:val="00844D63"/>
    <w:rsid w:val="0084513B"/>
    <w:rsid w:val="008451FC"/>
    <w:rsid w:val="00845BBB"/>
    <w:rsid w:val="00846B13"/>
    <w:rsid w:val="00847C39"/>
    <w:rsid w:val="0085058C"/>
    <w:rsid w:val="0085129A"/>
    <w:rsid w:val="008512A5"/>
    <w:rsid w:val="00851952"/>
    <w:rsid w:val="00851CD6"/>
    <w:rsid w:val="008521A2"/>
    <w:rsid w:val="008523CA"/>
    <w:rsid w:val="00852B47"/>
    <w:rsid w:val="00852EDB"/>
    <w:rsid w:val="00853023"/>
    <w:rsid w:val="00854171"/>
    <w:rsid w:val="008541E7"/>
    <w:rsid w:val="008553DD"/>
    <w:rsid w:val="008558AB"/>
    <w:rsid w:val="008566E7"/>
    <w:rsid w:val="00856954"/>
    <w:rsid w:val="008579CE"/>
    <w:rsid w:val="00861AD5"/>
    <w:rsid w:val="00863679"/>
    <w:rsid w:val="00864228"/>
    <w:rsid w:val="00864D25"/>
    <w:rsid w:val="00865423"/>
    <w:rsid w:val="00866E3D"/>
    <w:rsid w:val="00866F9F"/>
    <w:rsid w:val="00867819"/>
    <w:rsid w:val="00867EB7"/>
    <w:rsid w:val="00870C1C"/>
    <w:rsid w:val="00873851"/>
    <w:rsid w:val="00875FF0"/>
    <w:rsid w:val="00877202"/>
    <w:rsid w:val="00877CDC"/>
    <w:rsid w:val="00877E8B"/>
    <w:rsid w:val="00880579"/>
    <w:rsid w:val="00880ADC"/>
    <w:rsid w:val="008818C5"/>
    <w:rsid w:val="00883470"/>
    <w:rsid w:val="00883C80"/>
    <w:rsid w:val="00884850"/>
    <w:rsid w:val="00884883"/>
    <w:rsid w:val="00885EB8"/>
    <w:rsid w:val="008866AC"/>
    <w:rsid w:val="00887ACB"/>
    <w:rsid w:val="00887E58"/>
    <w:rsid w:val="008906B0"/>
    <w:rsid w:val="0089071B"/>
    <w:rsid w:val="00890D9C"/>
    <w:rsid w:val="0089100E"/>
    <w:rsid w:val="00892083"/>
    <w:rsid w:val="00892E01"/>
    <w:rsid w:val="008942FE"/>
    <w:rsid w:val="008946D2"/>
    <w:rsid w:val="008947F3"/>
    <w:rsid w:val="008950FD"/>
    <w:rsid w:val="00895DCA"/>
    <w:rsid w:val="00896373"/>
    <w:rsid w:val="00896741"/>
    <w:rsid w:val="00896FDB"/>
    <w:rsid w:val="00897A80"/>
    <w:rsid w:val="008A0DFA"/>
    <w:rsid w:val="008A11D3"/>
    <w:rsid w:val="008A2D43"/>
    <w:rsid w:val="008A3DE4"/>
    <w:rsid w:val="008A57EB"/>
    <w:rsid w:val="008A6F7F"/>
    <w:rsid w:val="008A78FA"/>
    <w:rsid w:val="008A7CD1"/>
    <w:rsid w:val="008B1331"/>
    <w:rsid w:val="008B2F95"/>
    <w:rsid w:val="008B39BD"/>
    <w:rsid w:val="008B4482"/>
    <w:rsid w:val="008B4B59"/>
    <w:rsid w:val="008B7745"/>
    <w:rsid w:val="008C0242"/>
    <w:rsid w:val="008C0C58"/>
    <w:rsid w:val="008C234B"/>
    <w:rsid w:val="008C2EB7"/>
    <w:rsid w:val="008C3190"/>
    <w:rsid w:val="008C4C10"/>
    <w:rsid w:val="008C5F10"/>
    <w:rsid w:val="008C618F"/>
    <w:rsid w:val="008C69BB"/>
    <w:rsid w:val="008D00BB"/>
    <w:rsid w:val="008D093C"/>
    <w:rsid w:val="008D0ECC"/>
    <w:rsid w:val="008D1F05"/>
    <w:rsid w:val="008D2023"/>
    <w:rsid w:val="008D2CDD"/>
    <w:rsid w:val="008D40A6"/>
    <w:rsid w:val="008D456E"/>
    <w:rsid w:val="008D6731"/>
    <w:rsid w:val="008D73E8"/>
    <w:rsid w:val="008D75EB"/>
    <w:rsid w:val="008D785C"/>
    <w:rsid w:val="008D79ED"/>
    <w:rsid w:val="008D7DA9"/>
    <w:rsid w:val="008E1040"/>
    <w:rsid w:val="008E3588"/>
    <w:rsid w:val="008E3F23"/>
    <w:rsid w:val="008E4A69"/>
    <w:rsid w:val="008E5FEF"/>
    <w:rsid w:val="008E752E"/>
    <w:rsid w:val="008F1714"/>
    <w:rsid w:val="008F1B84"/>
    <w:rsid w:val="008F1D84"/>
    <w:rsid w:val="008F5158"/>
    <w:rsid w:val="008F6BFD"/>
    <w:rsid w:val="008F7BA0"/>
    <w:rsid w:val="0090006F"/>
    <w:rsid w:val="00900EEB"/>
    <w:rsid w:val="0090245F"/>
    <w:rsid w:val="009027E6"/>
    <w:rsid w:val="00902D17"/>
    <w:rsid w:val="0090381C"/>
    <w:rsid w:val="00903B95"/>
    <w:rsid w:val="00903ECB"/>
    <w:rsid w:val="009056DD"/>
    <w:rsid w:val="00905E7F"/>
    <w:rsid w:val="00907028"/>
    <w:rsid w:val="0090717E"/>
    <w:rsid w:val="00912A34"/>
    <w:rsid w:val="009134DC"/>
    <w:rsid w:val="0091430F"/>
    <w:rsid w:val="00915CBB"/>
    <w:rsid w:val="00916610"/>
    <w:rsid w:val="0092112F"/>
    <w:rsid w:val="00922E20"/>
    <w:rsid w:val="009237AD"/>
    <w:rsid w:val="00923DFA"/>
    <w:rsid w:val="00924C74"/>
    <w:rsid w:val="00924E08"/>
    <w:rsid w:val="00925541"/>
    <w:rsid w:val="009256F6"/>
    <w:rsid w:val="00925E22"/>
    <w:rsid w:val="0092612C"/>
    <w:rsid w:val="00926526"/>
    <w:rsid w:val="00927A3F"/>
    <w:rsid w:val="009314A2"/>
    <w:rsid w:val="00932202"/>
    <w:rsid w:val="00932432"/>
    <w:rsid w:val="00932930"/>
    <w:rsid w:val="00933C0F"/>
    <w:rsid w:val="0093434B"/>
    <w:rsid w:val="009355FB"/>
    <w:rsid w:val="009375C6"/>
    <w:rsid w:val="009409EC"/>
    <w:rsid w:val="00941B88"/>
    <w:rsid w:val="00942839"/>
    <w:rsid w:val="009472BD"/>
    <w:rsid w:val="00950530"/>
    <w:rsid w:val="0095118C"/>
    <w:rsid w:val="00953374"/>
    <w:rsid w:val="009534C0"/>
    <w:rsid w:val="0095389D"/>
    <w:rsid w:val="00954EC2"/>
    <w:rsid w:val="009563A2"/>
    <w:rsid w:val="0096027B"/>
    <w:rsid w:val="0096106D"/>
    <w:rsid w:val="009615FC"/>
    <w:rsid w:val="0096277C"/>
    <w:rsid w:val="00962A1F"/>
    <w:rsid w:val="00965295"/>
    <w:rsid w:val="009655EE"/>
    <w:rsid w:val="00966443"/>
    <w:rsid w:val="00967633"/>
    <w:rsid w:val="00970430"/>
    <w:rsid w:val="009706D7"/>
    <w:rsid w:val="009713C2"/>
    <w:rsid w:val="00971614"/>
    <w:rsid w:val="009717F0"/>
    <w:rsid w:val="0097322C"/>
    <w:rsid w:val="0097591A"/>
    <w:rsid w:val="009800EC"/>
    <w:rsid w:val="00981FC2"/>
    <w:rsid w:val="009846B7"/>
    <w:rsid w:val="009857D6"/>
    <w:rsid w:val="009859F5"/>
    <w:rsid w:val="0098607E"/>
    <w:rsid w:val="009861D3"/>
    <w:rsid w:val="009866C4"/>
    <w:rsid w:val="009871B2"/>
    <w:rsid w:val="009903A6"/>
    <w:rsid w:val="009910C0"/>
    <w:rsid w:val="00993BC6"/>
    <w:rsid w:val="00995E80"/>
    <w:rsid w:val="00996524"/>
    <w:rsid w:val="00996719"/>
    <w:rsid w:val="0099708C"/>
    <w:rsid w:val="009A0240"/>
    <w:rsid w:val="009A0514"/>
    <w:rsid w:val="009A0C79"/>
    <w:rsid w:val="009A2562"/>
    <w:rsid w:val="009A25BC"/>
    <w:rsid w:val="009A25E5"/>
    <w:rsid w:val="009A344F"/>
    <w:rsid w:val="009A348B"/>
    <w:rsid w:val="009A3C51"/>
    <w:rsid w:val="009A3D4D"/>
    <w:rsid w:val="009A4123"/>
    <w:rsid w:val="009A4993"/>
    <w:rsid w:val="009A5015"/>
    <w:rsid w:val="009A5CB9"/>
    <w:rsid w:val="009A6627"/>
    <w:rsid w:val="009A6AC8"/>
    <w:rsid w:val="009A7AA5"/>
    <w:rsid w:val="009B0144"/>
    <w:rsid w:val="009B08B2"/>
    <w:rsid w:val="009B0C4B"/>
    <w:rsid w:val="009B20F9"/>
    <w:rsid w:val="009B4738"/>
    <w:rsid w:val="009B4991"/>
    <w:rsid w:val="009B4CA7"/>
    <w:rsid w:val="009B6EBC"/>
    <w:rsid w:val="009C11D6"/>
    <w:rsid w:val="009C1F1A"/>
    <w:rsid w:val="009C2855"/>
    <w:rsid w:val="009C2D59"/>
    <w:rsid w:val="009C4DCF"/>
    <w:rsid w:val="009C52AD"/>
    <w:rsid w:val="009C5A79"/>
    <w:rsid w:val="009C6D95"/>
    <w:rsid w:val="009C7015"/>
    <w:rsid w:val="009C7546"/>
    <w:rsid w:val="009D07F3"/>
    <w:rsid w:val="009D1017"/>
    <w:rsid w:val="009D1286"/>
    <w:rsid w:val="009D160D"/>
    <w:rsid w:val="009D294C"/>
    <w:rsid w:val="009D4E5E"/>
    <w:rsid w:val="009D62A6"/>
    <w:rsid w:val="009E5238"/>
    <w:rsid w:val="009E6279"/>
    <w:rsid w:val="009F0700"/>
    <w:rsid w:val="009F0DD7"/>
    <w:rsid w:val="009F278F"/>
    <w:rsid w:val="009F327A"/>
    <w:rsid w:val="009F32F8"/>
    <w:rsid w:val="009F44A0"/>
    <w:rsid w:val="009F4E0E"/>
    <w:rsid w:val="00A007B3"/>
    <w:rsid w:val="00A03831"/>
    <w:rsid w:val="00A03C1E"/>
    <w:rsid w:val="00A05F51"/>
    <w:rsid w:val="00A0723C"/>
    <w:rsid w:val="00A07E45"/>
    <w:rsid w:val="00A112DD"/>
    <w:rsid w:val="00A11469"/>
    <w:rsid w:val="00A11CBA"/>
    <w:rsid w:val="00A127FA"/>
    <w:rsid w:val="00A1287B"/>
    <w:rsid w:val="00A13766"/>
    <w:rsid w:val="00A16F39"/>
    <w:rsid w:val="00A17F54"/>
    <w:rsid w:val="00A22966"/>
    <w:rsid w:val="00A2477D"/>
    <w:rsid w:val="00A24B14"/>
    <w:rsid w:val="00A25822"/>
    <w:rsid w:val="00A26227"/>
    <w:rsid w:val="00A307F2"/>
    <w:rsid w:val="00A324CD"/>
    <w:rsid w:val="00A3508E"/>
    <w:rsid w:val="00A3572D"/>
    <w:rsid w:val="00A362A7"/>
    <w:rsid w:val="00A37DE3"/>
    <w:rsid w:val="00A408B6"/>
    <w:rsid w:val="00A4201B"/>
    <w:rsid w:val="00A428B9"/>
    <w:rsid w:val="00A44062"/>
    <w:rsid w:val="00A44A04"/>
    <w:rsid w:val="00A44DC3"/>
    <w:rsid w:val="00A469B0"/>
    <w:rsid w:val="00A50B53"/>
    <w:rsid w:val="00A519EE"/>
    <w:rsid w:val="00A530B4"/>
    <w:rsid w:val="00A55451"/>
    <w:rsid w:val="00A56404"/>
    <w:rsid w:val="00A566E6"/>
    <w:rsid w:val="00A56E72"/>
    <w:rsid w:val="00A57988"/>
    <w:rsid w:val="00A61996"/>
    <w:rsid w:val="00A62DC4"/>
    <w:rsid w:val="00A630C9"/>
    <w:rsid w:val="00A63D44"/>
    <w:rsid w:val="00A64DFB"/>
    <w:rsid w:val="00A652D4"/>
    <w:rsid w:val="00A6562A"/>
    <w:rsid w:val="00A658C0"/>
    <w:rsid w:val="00A66911"/>
    <w:rsid w:val="00A67262"/>
    <w:rsid w:val="00A67FFC"/>
    <w:rsid w:val="00A70212"/>
    <w:rsid w:val="00A71284"/>
    <w:rsid w:val="00A71C17"/>
    <w:rsid w:val="00A725A6"/>
    <w:rsid w:val="00A72B42"/>
    <w:rsid w:val="00A72C2A"/>
    <w:rsid w:val="00A730FD"/>
    <w:rsid w:val="00A73F18"/>
    <w:rsid w:val="00A76E92"/>
    <w:rsid w:val="00A80AB9"/>
    <w:rsid w:val="00A81923"/>
    <w:rsid w:val="00A82101"/>
    <w:rsid w:val="00A82393"/>
    <w:rsid w:val="00A83888"/>
    <w:rsid w:val="00A83B50"/>
    <w:rsid w:val="00A84068"/>
    <w:rsid w:val="00A8574D"/>
    <w:rsid w:val="00A86D4D"/>
    <w:rsid w:val="00A87FDB"/>
    <w:rsid w:val="00A914DF"/>
    <w:rsid w:val="00A9266A"/>
    <w:rsid w:val="00A92884"/>
    <w:rsid w:val="00A92D08"/>
    <w:rsid w:val="00A93C20"/>
    <w:rsid w:val="00A94431"/>
    <w:rsid w:val="00A950B7"/>
    <w:rsid w:val="00A95128"/>
    <w:rsid w:val="00A972B9"/>
    <w:rsid w:val="00A976EB"/>
    <w:rsid w:val="00AA057C"/>
    <w:rsid w:val="00AA185C"/>
    <w:rsid w:val="00AA1BAF"/>
    <w:rsid w:val="00AA3767"/>
    <w:rsid w:val="00AA3E52"/>
    <w:rsid w:val="00AA43AA"/>
    <w:rsid w:val="00AA44D2"/>
    <w:rsid w:val="00AA5218"/>
    <w:rsid w:val="00AB10EC"/>
    <w:rsid w:val="00AB190D"/>
    <w:rsid w:val="00AB2517"/>
    <w:rsid w:val="00AB257A"/>
    <w:rsid w:val="00AB2A4B"/>
    <w:rsid w:val="00AB3405"/>
    <w:rsid w:val="00AB3982"/>
    <w:rsid w:val="00AB44E7"/>
    <w:rsid w:val="00AB66D9"/>
    <w:rsid w:val="00AB6B98"/>
    <w:rsid w:val="00AB6D14"/>
    <w:rsid w:val="00AB74EA"/>
    <w:rsid w:val="00AB76C3"/>
    <w:rsid w:val="00AC0180"/>
    <w:rsid w:val="00AC049C"/>
    <w:rsid w:val="00AC2A4B"/>
    <w:rsid w:val="00AC3935"/>
    <w:rsid w:val="00AC6E1F"/>
    <w:rsid w:val="00AC74CE"/>
    <w:rsid w:val="00AC7821"/>
    <w:rsid w:val="00AD2F89"/>
    <w:rsid w:val="00AD43E5"/>
    <w:rsid w:val="00AD4FE2"/>
    <w:rsid w:val="00AD5333"/>
    <w:rsid w:val="00AD75FC"/>
    <w:rsid w:val="00AE019A"/>
    <w:rsid w:val="00AE12CA"/>
    <w:rsid w:val="00AE1D2D"/>
    <w:rsid w:val="00AE226C"/>
    <w:rsid w:val="00AE39D0"/>
    <w:rsid w:val="00AE4344"/>
    <w:rsid w:val="00AE498A"/>
    <w:rsid w:val="00AE4C7F"/>
    <w:rsid w:val="00AE54EE"/>
    <w:rsid w:val="00AE77B5"/>
    <w:rsid w:val="00AF0A93"/>
    <w:rsid w:val="00AF2147"/>
    <w:rsid w:val="00AF2CFA"/>
    <w:rsid w:val="00AF31A9"/>
    <w:rsid w:val="00AF4D4E"/>
    <w:rsid w:val="00AF4E79"/>
    <w:rsid w:val="00AF596E"/>
    <w:rsid w:val="00AF6944"/>
    <w:rsid w:val="00AF6BBC"/>
    <w:rsid w:val="00AF70BB"/>
    <w:rsid w:val="00AF7BCF"/>
    <w:rsid w:val="00B0010F"/>
    <w:rsid w:val="00B01910"/>
    <w:rsid w:val="00B033BB"/>
    <w:rsid w:val="00B0355E"/>
    <w:rsid w:val="00B0461D"/>
    <w:rsid w:val="00B0489E"/>
    <w:rsid w:val="00B0496F"/>
    <w:rsid w:val="00B07D4E"/>
    <w:rsid w:val="00B10662"/>
    <w:rsid w:val="00B11F91"/>
    <w:rsid w:val="00B12635"/>
    <w:rsid w:val="00B1279F"/>
    <w:rsid w:val="00B12A60"/>
    <w:rsid w:val="00B13255"/>
    <w:rsid w:val="00B1402A"/>
    <w:rsid w:val="00B1445E"/>
    <w:rsid w:val="00B14A5B"/>
    <w:rsid w:val="00B14CCA"/>
    <w:rsid w:val="00B16B39"/>
    <w:rsid w:val="00B17465"/>
    <w:rsid w:val="00B2218C"/>
    <w:rsid w:val="00B24C97"/>
    <w:rsid w:val="00B25606"/>
    <w:rsid w:val="00B25F9B"/>
    <w:rsid w:val="00B263F9"/>
    <w:rsid w:val="00B269FE"/>
    <w:rsid w:val="00B2765D"/>
    <w:rsid w:val="00B30BD7"/>
    <w:rsid w:val="00B3297A"/>
    <w:rsid w:val="00B33443"/>
    <w:rsid w:val="00B33AC9"/>
    <w:rsid w:val="00B33E61"/>
    <w:rsid w:val="00B34C0C"/>
    <w:rsid w:val="00B362F5"/>
    <w:rsid w:val="00B36D7B"/>
    <w:rsid w:val="00B37B63"/>
    <w:rsid w:val="00B37EB5"/>
    <w:rsid w:val="00B403EB"/>
    <w:rsid w:val="00B43A31"/>
    <w:rsid w:val="00B44949"/>
    <w:rsid w:val="00B44EFF"/>
    <w:rsid w:val="00B45A38"/>
    <w:rsid w:val="00B47887"/>
    <w:rsid w:val="00B504BF"/>
    <w:rsid w:val="00B506B2"/>
    <w:rsid w:val="00B510C2"/>
    <w:rsid w:val="00B5190C"/>
    <w:rsid w:val="00B5318C"/>
    <w:rsid w:val="00B540C9"/>
    <w:rsid w:val="00B54B73"/>
    <w:rsid w:val="00B54E8E"/>
    <w:rsid w:val="00B552CF"/>
    <w:rsid w:val="00B55C1C"/>
    <w:rsid w:val="00B565F4"/>
    <w:rsid w:val="00B5664B"/>
    <w:rsid w:val="00B600AF"/>
    <w:rsid w:val="00B60320"/>
    <w:rsid w:val="00B62199"/>
    <w:rsid w:val="00B6244A"/>
    <w:rsid w:val="00B62A46"/>
    <w:rsid w:val="00B62EDF"/>
    <w:rsid w:val="00B62F9F"/>
    <w:rsid w:val="00B677BE"/>
    <w:rsid w:val="00B67AD6"/>
    <w:rsid w:val="00B703D7"/>
    <w:rsid w:val="00B73C3B"/>
    <w:rsid w:val="00B73F32"/>
    <w:rsid w:val="00B760F1"/>
    <w:rsid w:val="00B76220"/>
    <w:rsid w:val="00B77620"/>
    <w:rsid w:val="00B81AC7"/>
    <w:rsid w:val="00B82C62"/>
    <w:rsid w:val="00B83C52"/>
    <w:rsid w:val="00B83E9E"/>
    <w:rsid w:val="00B83F9B"/>
    <w:rsid w:val="00B841CE"/>
    <w:rsid w:val="00B84567"/>
    <w:rsid w:val="00B850AB"/>
    <w:rsid w:val="00B85508"/>
    <w:rsid w:val="00B8797B"/>
    <w:rsid w:val="00B87F1E"/>
    <w:rsid w:val="00B90C13"/>
    <w:rsid w:val="00B914B5"/>
    <w:rsid w:val="00B926E0"/>
    <w:rsid w:val="00B92A28"/>
    <w:rsid w:val="00B93711"/>
    <w:rsid w:val="00B939EB"/>
    <w:rsid w:val="00B94263"/>
    <w:rsid w:val="00B9439D"/>
    <w:rsid w:val="00B94D5F"/>
    <w:rsid w:val="00B94E40"/>
    <w:rsid w:val="00B95E86"/>
    <w:rsid w:val="00B96B1A"/>
    <w:rsid w:val="00BA14FE"/>
    <w:rsid w:val="00BA1DEA"/>
    <w:rsid w:val="00BA3D83"/>
    <w:rsid w:val="00BA4C62"/>
    <w:rsid w:val="00BA658B"/>
    <w:rsid w:val="00BB0157"/>
    <w:rsid w:val="00BB1A4D"/>
    <w:rsid w:val="00BB2304"/>
    <w:rsid w:val="00BB248E"/>
    <w:rsid w:val="00BB2989"/>
    <w:rsid w:val="00BB4943"/>
    <w:rsid w:val="00BB58DA"/>
    <w:rsid w:val="00BB6350"/>
    <w:rsid w:val="00BB6591"/>
    <w:rsid w:val="00BC06C2"/>
    <w:rsid w:val="00BC0C3D"/>
    <w:rsid w:val="00BC1B5D"/>
    <w:rsid w:val="00BC6233"/>
    <w:rsid w:val="00BC6878"/>
    <w:rsid w:val="00BC68FA"/>
    <w:rsid w:val="00BC6DF1"/>
    <w:rsid w:val="00BC6E63"/>
    <w:rsid w:val="00BD1EE1"/>
    <w:rsid w:val="00BD2B03"/>
    <w:rsid w:val="00BD30C1"/>
    <w:rsid w:val="00BD4B98"/>
    <w:rsid w:val="00BD5578"/>
    <w:rsid w:val="00BD5A11"/>
    <w:rsid w:val="00BD5B42"/>
    <w:rsid w:val="00BD6AEB"/>
    <w:rsid w:val="00BE072E"/>
    <w:rsid w:val="00BE1A8E"/>
    <w:rsid w:val="00BE3C73"/>
    <w:rsid w:val="00BE4C69"/>
    <w:rsid w:val="00BE56EB"/>
    <w:rsid w:val="00BE59C1"/>
    <w:rsid w:val="00BE66F1"/>
    <w:rsid w:val="00BF0961"/>
    <w:rsid w:val="00BF0EFF"/>
    <w:rsid w:val="00BF1820"/>
    <w:rsid w:val="00BF1845"/>
    <w:rsid w:val="00BF2DFD"/>
    <w:rsid w:val="00BF3190"/>
    <w:rsid w:val="00BF3C87"/>
    <w:rsid w:val="00BF5FCE"/>
    <w:rsid w:val="00C0060B"/>
    <w:rsid w:val="00C01FF0"/>
    <w:rsid w:val="00C02708"/>
    <w:rsid w:val="00C0270C"/>
    <w:rsid w:val="00C02754"/>
    <w:rsid w:val="00C02BCF"/>
    <w:rsid w:val="00C033B5"/>
    <w:rsid w:val="00C042C1"/>
    <w:rsid w:val="00C042CE"/>
    <w:rsid w:val="00C04356"/>
    <w:rsid w:val="00C04F5C"/>
    <w:rsid w:val="00C06472"/>
    <w:rsid w:val="00C06634"/>
    <w:rsid w:val="00C07EDA"/>
    <w:rsid w:val="00C10B8A"/>
    <w:rsid w:val="00C10F84"/>
    <w:rsid w:val="00C124F3"/>
    <w:rsid w:val="00C12C27"/>
    <w:rsid w:val="00C15122"/>
    <w:rsid w:val="00C1717C"/>
    <w:rsid w:val="00C17C58"/>
    <w:rsid w:val="00C17DAD"/>
    <w:rsid w:val="00C20146"/>
    <w:rsid w:val="00C2156B"/>
    <w:rsid w:val="00C21BC3"/>
    <w:rsid w:val="00C23AED"/>
    <w:rsid w:val="00C240CB"/>
    <w:rsid w:val="00C26B0D"/>
    <w:rsid w:val="00C27142"/>
    <w:rsid w:val="00C274BC"/>
    <w:rsid w:val="00C318C2"/>
    <w:rsid w:val="00C31BAD"/>
    <w:rsid w:val="00C334D2"/>
    <w:rsid w:val="00C345F4"/>
    <w:rsid w:val="00C34B94"/>
    <w:rsid w:val="00C350EF"/>
    <w:rsid w:val="00C351C7"/>
    <w:rsid w:val="00C351F0"/>
    <w:rsid w:val="00C35877"/>
    <w:rsid w:val="00C35C7D"/>
    <w:rsid w:val="00C35DD3"/>
    <w:rsid w:val="00C36100"/>
    <w:rsid w:val="00C36F33"/>
    <w:rsid w:val="00C40A18"/>
    <w:rsid w:val="00C4147A"/>
    <w:rsid w:val="00C43546"/>
    <w:rsid w:val="00C43B42"/>
    <w:rsid w:val="00C45B91"/>
    <w:rsid w:val="00C45C00"/>
    <w:rsid w:val="00C47324"/>
    <w:rsid w:val="00C47CD3"/>
    <w:rsid w:val="00C51816"/>
    <w:rsid w:val="00C529E7"/>
    <w:rsid w:val="00C52D6D"/>
    <w:rsid w:val="00C5341F"/>
    <w:rsid w:val="00C5359D"/>
    <w:rsid w:val="00C54502"/>
    <w:rsid w:val="00C54EB7"/>
    <w:rsid w:val="00C5505E"/>
    <w:rsid w:val="00C56F23"/>
    <w:rsid w:val="00C60D65"/>
    <w:rsid w:val="00C613A9"/>
    <w:rsid w:val="00C64821"/>
    <w:rsid w:val="00C65879"/>
    <w:rsid w:val="00C658B4"/>
    <w:rsid w:val="00C65F1D"/>
    <w:rsid w:val="00C6654E"/>
    <w:rsid w:val="00C6702E"/>
    <w:rsid w:val="00C70379"/>
    <w:rsid w:val="00C70EB3"/>
    <w:rsid w:val="00C732AF"/>
    <w:rsid w:val="00C73758"/>
    <w:rsid w:val="00C74DBB"/>
    <w:rsid w:val="00C76805"/>
    <w:rsid w:val="00C77449"/>
    <w:rsid w:val="00C82CB1"/>
    <w:rsid w:val="00C83011"/>
    <w:rsid w:val="00C836B8"/>
    <w:rsid w:val="00C8495F"/>
    <w:rsid w:val="00C8513D"/>
    <w:rsid w:val="00C86BF5"/>
    <w:rsid w:val="00C87378"/>
    <w:rsid w:val="00C8795E"/>
    <w:rsid w:val="00C90B03"/>
    <w:rsid w:val="00C91163"/>
    <w:rsid w:val="00C913F1"/>
    <w:rsid w:val="00C914AF"/>
    <w:rsid w:val="00C92F6B"/>
    <w:rsid w:val="00C93975"/>
    <w:rsid w:val="00C95A9C"/>
    <w:rsid w:val="00C966ED"/>
    <w:rsid w:val="00CA0D1D"/>
    <w:rsid w:val="00CA2215"/>
    <w:rsid w:val="00CA2917"/>
    <w:rsid w:val="00CA3237"/>
    <w:rsid w:val="00CA38EA"/>
    <w:rsid w:val="00CA454E"/>
    <w:rsid w:val="00CA4B07"/>
    <w:rsid w:val="00CA50D8"/>
    <w:rsid w:val="00CA545B"/>
    <w:rsid w:val="00CA6A9B"/>
    <w:rsid w:val="00CB130C"/>
    <w:rsid w:val="00CB2F1D"/>
    <w:rsid w:val="00CB3005"/>
    <w:rsid w:val="00CB32D2"/>
    <w:rsid w:val="00CB7488"/>
    <w:rsid w:val="00CC2645"/>
    <w:rsid w:val="00CC327D"/>
    <w:rsid w:val="00CC3512"/>
    <w:rsid w:val="00CC3EEC"/>
    <w:rsid w:val="00CC48CA"/>
    <w:rsid w:val="00CC53D9"/>
    <w:rsid w:val="00CC5ED3"/>
    <w:rsid w:val="00CC6218"/>
    <w:rsid w:val="00CC66DF"/>
    <w:rsid w:val="00CC779C"/>
    <w:rsid w:val="00CD1419"/>
    <w:rsid w:val="00CD259D"/>
    <w:rsid w:val="00CD3C7C"/>
    <w:rsid w:val="00CD4525"/>
    <w:rsid w:val="00CD454F"/>
    <w:rsid w:val="00CD4D1F"/>
    <w:rsid w:val="00CD595D"/>
    <w:rsid w:val="00CD6313"/>
    <w:rsid w:val="00CD7B32"/>
    <w:rsid w:val="00CD7DA8"/>
    <w:rsid w:val="00CD7E6A"/>
    <w:rsid w:val="00CE0026"/>
    <w:rsid w:val="00CE2447"/>
    <w:rsid w:val="00CE278E"/>
    <w:rsid w:val="00CE3501"/>
    <w:rsid w:val="00CE4535"/>
    <w:rsid w:val="00CE522E"/>
    <w:rsid w:val="00CE575E"/>
    <w:rsid w:val="00CE60B3"/>
    <w:rsid w:val="00CE6894"/>
    <w:rsid w:val="00CE74CC"/>
    <w:rsid w:val="00CF0548"/>
    <w:rsid w:val="00CF0E91"/>
    <w:rsid w:val="00CF1592"/>
    <w:rsid w:val="00CF18D1"/>
    <w:rsid w:val="00CF1AF2"/>
    <w:rsid w:val="00CF2648"/>
    <w:rsid w:val="00CF43D4"/>
    <w:rsid w:val="00CF47EA"/>
    <w:rsid w:val="00CF4B09"/>
    <w:rsid w:val="00CF60CB"/>
    <w:rsid w:val="00CF65D4"/>
    <w:rsid w:val="00CF6E74"/>
    <w:rsid w:val="00CF7AD1"/>
    <w:rsid w:val="00D02529"/>
    <w:rsid w:val="00D026E8"/>
    <w:rsid w:val="00D02724"/>
    <w:rsid w:val="00D02E50"/>
    <w:rsid w:val="00D038CA"/>
    <w:rsid w:val="00D04B36"/>
    <w:rsid w:val="00D05149"/>
    <w:rsid w:val="00D05E0D"/>
    <w:rsid w:val="00D0603E"/>
    <w:rsid w:val="00D060B2"/>
    <w:rsid w:val="00D06DDD"/>
    <w:rsid w:val="00D06F41"/>
    <w:rsid w:val="00D07FCA"/>
    <w:rsid w:val="00D109B3"/>
    <w:rsid w:val="00D10F87"/>
    <w:rsid w:val="00D116C1"/>
    <w:rsid w:val="00D11CFF"/>
    <w:rsid w:val="00D130EC"/>
    <w:rsid w:val="00D13517"/>
    <w:rsid w:val="00D179C5"/>
    <w:rsid w:val="00D208F6"/>
    <w:rsid w:val="00D20F02"/>
    <w:rsid w:val="00D21364"/>
    <w:rsid w:val="00D216C2"/>
    <w:rsid w:val="00D21F4B"/>
    <w:rsid w:val="00D22ED0"/>
    <w:rsid w:val="00D23A5C"/>
    <w:rsid w:val="00D23CBF"/>
    <w:rsid w:val="00D25780"/>
    <w:rsid w:val="00D25A90"/>
    <w:rsid w:val="00D26CC7"/>
    <w:rsid w:val="00D27A22"/>
    <w:rsid w:val="00D31370"/>
    <w:rsid w:val="00D319DD"/>
    <w:rsid w:val="00D31C9B"/>
    <w:rsid w:val="00D325D5"/>
    <w:rsid w:val="00D33968"/>
    <w:rsid w:val="00D34CDC"/>
    <w:rsid w:val="00D35D83"/>
    <w:rsid w:val="00D363CD"/>
    <w:rsid w:val="00D36C64"/>
    <w:rsid w:val="00D37652"/>
    <w:rsid w:val="00D410AE"/>
    <w:rsid w:val="00D41885"/>
    <w:rsid w:val="00D423F7"/>
    <w:rsid w:val="00D42754"/>
    <w:rsid w:val="00D42B80"/>
    <w:rsid w:val="00D42CFE"/>
    <w:rsid w:val="00D434E4"/>
    <w:rsid w:val="00D440B4"/>
    <w:rsid w:val="00D4510A"/>
    <w:rsid w:val="00D4634A"/>
    <w:rsid w:val="00D46455"/>
    <w:rsid w:val="00D47481"/>
    <w:rsid w:val="00D4770B"/>
    <w:rsid w:val="00D47C24"/>
    <w:rsid w:val="00D50725"/>
    <w:rsid w:val="00D50DFC"/>
    <w:rsid w:val="00D52FE1"/>
    <w:rsid w:val="00D531F3"/>
    <w:rsid w:val="00D54347"/>
    <w:rsid w:val="00D577CB"/>
    <w:rsid w:val="00D57B2D"/>
    <w:rsid w:val="00D57EA8"/>
    <w:rsid w:val="00D60A2D"/>
    <w:rsid w:val="00D62B83"/>
    <w:rsid w:val="00D62BE5"/>
    <w:rsid w:val="00D63193"/>
    <w:rsid w:val="00D633E5"/>
    <w:rsid w:val="00D65352"/>
    <w:rsid w:val="00D66C6B"/>
    <w:rsid w:val="00D70752"/>
    <w:rsid w:val="00D70BC2"/>
    <w:rsid w:val="00D72CEF"/>
    <w:rsid w:val="00D73EC1"/>
    <w:rsid w:val="00D740C6"/>
    <w:rsid w:val="00D746EB"/>
    <w:rsid w:val="00D76BA8"/>
    <w:rsid w:val="00D77ABE"/>
    <w:rsid w:val="00D80154"/>
    <w:rsid w:val="00D80552"/>
    <w:rsid w:val="00D8071D"/>
    <w:rsid w:val="00D81077"/>
    <w:rsid w:val="00D83198"/>
    <w:rsid w:val="00D83AB2"/>
    <w:rsid w:val="00D86D2E"/>
    <w:rsid w:val="00D9082A"/>
    <w:rsid w:val="00D92576"/>
    <w:rsid w:val="00D92F45"/>
    <w:rsid w:val="00D93167"/>
    <w:rsid w:val="00D9391A"/>
    <w:rsid w:val="00D93BA9"/>
    <w:rsid w:val="00D94139"/>
    <w:rsid w:val="00D96300"/>
    <w:rsid w:val="00D973C9"/>
    <w:rsid w:val="00DA023A"/>
    <w:rsid w:val="00DA119A"/>
    <w:rsid w:val="00DA15D7"/>
    <w:rsid w:val="00DA1626"/>
    <w:rsid w:val="00DA1BC6"/>
    <w:rsid w:val="00DA20C0"/>
    <w:rsid w:val="00DA2236"/>
    <w:rsid w:val="00DA42F2"/>
    <w:rsid w:val="00DA4FB5"/>
    <w:rsid w:val="00DA5599"/>
    <w:rsid w:val="00DA60DE"/>
    <w:rsid w:val="00DB0BBC"/>
    <w:rsid w:val="00DB153D"/>
    <w:rsid w:val="00DB27A2"/>
    <w:rsid w:val="00DB51A6"/>
    <w:rsid w:val="00DB6F35"/>
    <w:rsid w:val="00DB79C2"/>
    <w:rsid w:val="00DC0C80"/>
    <w:rsid w:val="00DC0D8D"/>
    <w:rsid w:val="00DC0E17"/>
    <w:rsid w:val="00DC125B"/>
    <w:rsid w:val="00DC14A0"/>
    <w:rsid w:val="00DC1E08"/>
    <w:rsid w:val="00DC7210"/>
    <w:rsid w:val="00DD066D"/>
    <w:rsid w:val="00DD2D06"/>
    <w:rsid w:val="00DD2E28"/>
    <w:rsid w:val="00DD2E66"/>
    <w:rsid w:val="00DD323B"/>
    <w:rsid w:val="00DD360A"/>
    <w:rsid w:val="00DD3698"/>
    <w:rsid w:val="00DD4B62"/>
    <w:rsid w:val="00DE01B0"/>
    <w:rsid w:val="00DE01B2"/>
    <w:rsid w:val="00DE0324"/>
    <w:rsid w:val="00DE06EC"/>
    <w:rsid w:val="00DE0F3D"/>
    <w:rsid w:val="00DE2254"/>
    <w:rsid w:val="00DE2759"/>
    <w:rsid w:val="00DE3623"/>
    <w:rsid w:val="00DE3B28"/>
    <w:rsid w:val="00DE3D5B"/>
    <w:rsid w:val="00DE57B4"/>
    <w:rsid w:val="00DE5DBD"/>
    <w:rsid w:val="00DE6816"/>
    <w:rsid w:val="00DE717E"/>
    <w:rsid w:val="00DE750B"/>
    <w:rsid w:val="00DE7926"/>
    <w:rsid w:val="00DF2B1B"/>
    <w:rsid w:val="00DF4AA6"/>
    <w:rsid w:val="00DF51B7"/>
    <w:rsid w:val="00DF56CB"/>
    <w:rsid w:val="00DF7971"/>
    <w:rsid w:val="00E00FEE"/>
    <w:rsid w:val="00E010AD"/>
    <w:rsid w:val="00E03348"/>
    <w:rsid w:val="00E042CA"/>
    <w:rsid w:val="00E07066"/>
    <w:rsid w:val="00E07126"/>
    <w:rsid w:val="00E07BDC"/>
    <w:rsid w:val="00E13910"/>
    <w:rsid w:val="00E13FC4"/>
    <w:rsid w:val="00E140B9"/>
    <w:rsid w:val="00E154FE"/>
    <w:rsid w:val="00E1553A"/>
    <w:rsid w:val="00E15DC3"/>
    <w:rsid w:val="00E15EBF"/>
    <w:rsid w:val="00E167F6"/>
    <w:rsid w:val="00E175EB"/>
    <w:rsid w:val="00E2072B"/>
    <w:rsid w:val="00E20FD8"/>
    <w:rsid w:val="00E214B2"/>
    <w:rsid w:val="00E21776"/>
    <w:rsid w:val="00E21F7C"/>
    <w:rsid w:val="00E227E2"/>
    <w:rsid w:val="00E24985"/>
    <w:rsid w:val="00E2623B"/>
    <w:rsid w:val="00E27407"/>
    <w:rsid w:val="00E3108B"/>
    <w:rsid w:val="00E32136"/>
    <w:rsid w:val="00E32DF3"/>
    <w:rsid w:val="00E34D97"/>
    <w:rsid w:val="00E358D2"/>
    <w:rsid w:val="00E35D79"/>
    <w:rsid w:val="00E37EA8"/>
    <w:rsid w:val="00E40628"/>
    <w:rsid w:val="00E41383"/>
    <w:rsid w:val="00E42991"/>
    <w:rsid w:val="00E43A87"/>
    <w:rsid w:val="00E44188"/>
    <w:rsid w:val="00E50E8A"/>
    <w:rsid w:val="00E50ECC"/>
    <w:rsid w:val="00E530F9"/>
    <w:rsid w:val="00E53820"/>
    <w:rsid w:val="00E53DE3"/>
    <w:rsid w:val="00E55433"/>
    <w:rsid w:val="00E55CAA"/>
    <w:rsid w:val="00E57475"/>
    <w:rsid w:val="00E57880"/>
    <w:rsid w:val="00E603EA"/>
    <w:rsid w:val="00E60E36"/>
    <w:rsid w:val="00E62187"/>
    <w:rsid w:val="00E62990"/>
    <w:rsid w:val="00E648F8"/>
    <w:rsid w:val="00E66D54"/>
    <w:rsid w:val="00E67D66"/>
    <w:rsid w:val="00E70ADD"/>
    <w:rsid w:val="00E70DA6"/>
    <w:rsid w:val="00E71CEE"/>
    <w:rsid w:val="00E71DC2"/>
    <w:rsid w:val="00E74E03"/>
    <w:rsid w:val="00E77519"/>
    <w:rsid w:val="00E81775"/>
    <w:rsid w:val="00E821DB"/>
    <w:rsid w:val="00E83FC1"/>
    <w:rsid w:val="00E8468B"/>
    <w:rsid w:val="00E84A94"/>
    <w:rsid w:val="00E8523C"/>
    <w:rsid w:val="00E85A06"/>
    <w:rsid w:val="00E87458"/>
    <w:rsid w:val="00E907C2"/>
    <w:rsid w:val="00E90DE7"/>
    <w:rsid w:val="00E910C7"/>
    <w:rsid w:val="00E91191"/>
    <w:rsid w:val="00E92510"/>
    <w:rsid w:val="00E93A26"/>
    <w:rsid w:val="00E948C6"/>
    <w:rsid w:val="00E9633D"/>
    <w:rsid w:val="00E96A6D"/>
    <w:rsid w:val="00E96E23"/>
    <w:rsid w:val="00E9758E"/>
    <w:rsid w:val="00E97DDA"/>
    <w:rsid w:val="00EA0433"/>
    <w:rsid w:val="00EA0968"/>
    <w:rsid w:val="00EA11D3"/>
    <w:rsid w:val="00EA1AA0"/>
    <w:rsid w:val="00EA1B70"/>
    <w:rsid w:val="00EA3CD7"/>
    <w:rsid w:val="00EA47AC"/>
    <w:rsid w:val="00EA59E3"/>
    <w:rsid w:val="00EA6F1C"/>
    <w:rsid w:val="00EA7298"/>
    <w:rsid w:val="00EA7F7F"/>
    <w:rsid w:val="00EB0465"/>
    <w:rsid w:val="00EB05F8"/>
    <w:rsid w:val="00EB3CB2"/>
    <w:rsid w:val="00EB6ADE"/>
    <w:rsid w:val="00EB6CF6"/>
    <w:rsid w:val="00EB6E56"/>
    <w:rsid w:val="00EC253E"/>
    <w:rsid w:val="00EC2939"/>
    <w:rsid w:val="00EC34E7"/>
    <w:rsid w:val="00EC4EFF"/>
    <w:rsid w:val="00EC50BB"/>
    <w:rsid w:val="00EC56EC"/>
    <w:rsid w:val="00EC711B"/>
    <w:rsid w:val="00ED1ADF"/>
    <w:rsid w:val="00ED1D16"/>
    <w:rsid w:val="00ED2042"/>
    <w:rsid w:val="00ED2305"/>
    <w:rsid w:val="00ED364C"/>
    <w:rsid w:val="00ED390D"/>
    <w:rsid w:val="00ED3B85"/>
    <w:rsid w:val="00ED3D3F"/>
    <w:rsid w:val="00ED43AB"/>
    <w:rsid w:val="00ED4ECF"/>
    <w:rsid w:val="00ED4EF5"/>
    <w:rsid w:val="00ED5837"/>
    <w:rsid w:val="00ED5CE3"/>
    <w:rsid w:val="00ED6093"/>
    <w:rsid w:val="00ED6C7C"/>
    <w:rsid w:val="00ED776E"/>
    <w:rsid w:val="00EE1077"/>
    <w:rsid w:val="00EE135E"/>
    <w:rsid w:val="00EE47DF"/>
    <w:rsid w:val="00EE53C6"/>
    <w:rsid w:val="00EE6BB9"/>
    <w:rsid w:val="00EE6BC9"/>
    <w:rsid w:val="00EE7959"/>
    <w:rsid w:val="00EF1BE2"/>
    <w:rsid w:val="00EF2BF3"/>
    <w:rsid w:val="00EF2D14"/>
    <w:rsid w:val="00EF2F9E"/>
    <w:rsid w:val="00EF43A5"/>
    <w:rsid w:val="00EF444C"/>
    <w:rsid w:val="00EF4B0B"/>
    <w:rsid w:val="00EF5996"/>
    <w:rsid w:val="00EF7449"/>
    <w:rsid w:val="00F00001"/>
    <w:rsid w:val="00F00DA2"/>
    <w:rsid w:val="00F01BFC"/>
    <w:rsid w:val="00F01E24"/>
    <w:rsid w:val="00F03CC0"/>
    <w:rsid w:val="00F042A8"/>
    <w:rsid w:val="00F04A72"/>
    <w:rsid w:val="00F04D44"/>
    <w:rsid w:val="00F05CDD"/>
    <w:rsid w:val="00F06412"/>
    <w:rsid w:val="00F07B4C"/>
    <w:rsid w:val="00F10609"/>
    <w:rsid w:val="00F11637"/>
    <w:rsid w:val="00F118BE"/>
    <w:rsid w:val="00F1471E"/>
    <w:rsid w:val="00F1604B"/>
    <w:rsid w:val="00F17359"/>
    <w:rsid w:val="00F20B6F"/>
    <w:rsid w:val="00F21E04"/>
    <w:rsid w:val="00F2354F"/>
    <w:rsid w:val="00F240B5"/>
    <w:rsid w:val="00F2531F"/>
    <w:rsid w:val="00F27619"/>
    <w:rsid w:val="00F30324"/>
    <w:rsid w:val="00F317A6"/>
    <w:rsid w:val="00F347AF"/>
    <w:rsid w:val="00F34B89"/>
    <w:rsid w:val="00F360F6"/>
    <w:rsid w:val="00F3644C"/>
    <w:rsid w:val="00F40E36"/>
    <w:rsid w:val="00F41BC3"/>
    <w:rsid w:val="00F42B70"/>
    <w:rsid w:val="00F43580"/>
    <w:rsid w:val="00F43845"/>
    <w:rsid w:val="00F43B7F"/>
    <w:rsid w:val="00F45527"/>
    <w:rsid w:val="00F46006"/>
    <w:rsid w:val="00F46F82"/>
    <w:rsid w:val="00F475CB"/>
    <w:rsid w:val="00F47C36"/>
    <w:rsid w:val="00F501AB"/>
    <w:rsid w:val="00F51B72"/>
    <w:rsid w:val="00F52E65"/>
    <w:rsid w:val="00F537E2"/>
    <w:rsid w:val="00F53C54"/>
    <w:rsid w:val="00F543B5"/>
    <w:rsid w:val="00F54622"/>
    <w:rsid w:val="00F56C59"/>
    <w:rsid w:val="00F57E11"/>
    <w:rsid w:val="00F63BE6"/>
    <w:rsid w:val="00F660C8"/>
    <w:rsid w:val="00F73C88"/>
    <w:rsid w:val="00F76741"/>
    <w:rsid w:val="00F77F32"/>
    <w:rsid w:val="00F8262D"/>
    <w:rsid w:val="00F83D79"/>
    <w:rsid w:val="00F84704"/>
    <w:rsid w:val="00F8552E"/>
    <w:rsid w:val="00F85B19"/>
    <w:rsid w:val="00F863BB"/>
    <w:rsid w:val="00F870D7"/>
    <w:rsid w:val="00F87358"/>
    <w:rsid w:val="00F9034F"/>
    <w:rsid w:val="00F908FD"/>
    <w:rsid w:val="00F90E81"/>
    <w:rsid w:val="00F923D9"/>
    <w:rsid w:val="00FA02D0"/>
    <w:rsid w:val="00FA0F02"/>
    <w:rsid w:val="00FA0F2B"/>
    <w:rsid w:val="00FA15DF"/>
    <w:rsid w:val="00FA267C"/>
    <w:rsid w:val="00FA2D17"/>
    <w:rsid w:val="00FA4E06"/>
    <w:rsid w:val="00FA666A"/>
    <w:rsid w:val="00FA740C"/>
    <w:rsid w:val="00FA7672"/>
    <w:rsid w:val="00FB04D3"/>
    <w:rsid w:val="00FB0793"/>
    <w:rsid w:val="00FB0858"/>
    <w:rsid w:val="00FB1343"/>
    <w:rsid w:val="00FB1E4E"/>
    <w:rsid w:val="00FB2BE3"/>
    <w:rsid w:val="00FB37AD"/>
    <w:rsid w:val="00FB51FA"/>
    <w:rsid w:val="00FC04AB"/>
    <w:rsid w:val="00FC1502"/>
    <w:rsid w:val="00FC1D08"/>
    <w:rsid w:val="00FC302F"/>
    <w:rsid w:val="00FC3A82"/>
    <w:rsid w:val="00FC5084"/>
    <w:rsid w:val="00FC60AD"/>
    <w:rsid w:val="00FD11BD"/>
    <w:rsid w:val="00FD24CF"/>
    <w:rsid w:val="00FD302E"/>
    <w:rsid w:val="00FD37E2"/>
    <w:rsid w:val="00FD41C6"/>
    <w:rsid w:val="00FD532B"/>
    <w:rsid w:val="00FD6729"/>
    <w:rsid w:val="00FD6CF2"/>
    <w:rsid w:val="00FD7C0E"/>
    <w:rsid w:val="00FE132D"/>
    <w:rsid w:val="00FE2C9A"/>
    <w:rsid w:val="00FE33BD"/>
    <w:rsid w:val="00FE4120"/>
    <w:rsid w:val="00FE4F23"/>
    <w:rsid w:val="00FE4FAB"/>
    <w:rsid w:val="00FE6562"/>
    <w:rsid w:val="00FF0178"/>
    <w:rsid w:val="00FF03E1"/>
    <w:rsid w:val="00FF1AA9"/>
    <w:rsid w:val="00FF2394"/>
    <w:rsid w:val="00FF26AF"/>
    <w:rsid w:val="00FF519A"/>
    <w:rsid w:val="00FF56D5"/>
    <w:rsid w:val="00FF70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0B8B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locked/>
    <w:rsid w:val="000C7732"/>
    <w:pPr>
      <w:keepNext/>
      <w:numPr>
        <w:numId w:val="1"/>
      </w:numPr>
      <w:suppressAutoHyphens/>
      <w:outlineLvl w:val="0"/>
    </w:pPr>
    <w:rPr>
      <w:rFonts w:eastAsia="Calibri"/>
      <w:sz w:val="28"/>
      <w:szCs w:val="28"/>
      <w:lang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FC3A82"/>
    <w:rPr>
      <w:rFonts w:ascii="Cambria" w:hAnsi="Cambria" w:cs="Cambria"/>
      <w:b/>
      <w:bCs/>
      <w:kern w:val="32"/>
      <w:sz w:val="32"/>
      <w:szCs w:val="32"/>
    </w:rPr>
  </w:style>
  <w:style w:type="paragraph" w:customStyle="1" w:styleId="ConsPlusNormal">
    <w:name w:val="ConsPlusNormal"/>
    <w:uiPriority w:val="99"/>
    <w:rsid w:val="00840B8B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BodyText">
    <w:name w:val="Body Text"/>
    <w:basedOn w:val="Normal"/>
    <w:link w:val="BodyTextChar"/>
    <w:uiPriority w:val="99"/>
    <w:rsid w:val="00840B8B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840B8B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3pt">
    <w:name w:val="Основной текст + 13 pt"/>
    <w:basedOn w:val="DefaultParagraphFont"/>
    <w:uiPriority w:val="99"/>
    <w:rsid w:val="00A3572D"/>
    <w:rPr>
      <w:sz w:val="26"/>
      <w:szCs w:val="26"/>
      <w:shd w:val="clear" w:color="auto" w:fill="FFFFFF"/>
    </w:rPr>
  </w:style>
  <w:style w:type="paragraph" w:styleId="BalloonText">
    <w:name w:val="Balloon Text"/>
    <w:basedOn w:val="Normal"/>
    <w:link w:val="BalloonTextChar"/>
    <w:uiPriority w:val="99"/>
    <w:semiHidden/>
    <w:rsid w:val="00A3572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3572D"/>
    <w:rPr>
      <w:rFonts w:ascii="Tahoma" w:hAnsi="Tahoma" w:cs="Tahoma"/>
      <w:sz w:val="16"/>
      <w:szCs w:val="16"/>
      <w:lang w:eastAsia="ru-RU"/>
    </w:rPr>
  </w:style>
  <w:style w:type="paragraph" w:styleId="Subtitle">
    <w:name w:val="Subtitle"/>
    <w:basedOn w:val="Normal"/>
    <w:next w:val="BodyText"/>
    <w:link w:val="SubtitleChar"/>
    <w:uiPriority w:val="99"/>
    <w:qFormat/>
    <w:rsid w:val="00C82CB1"/>
    <w:pPr>
      <w:suppressAutoHyphens/>
      <w:jc w:val="center"/>
    </w:pPr>
    <w:rPr>
      <w:b/>
      <w:bCs/>
      <w:sz w:val="32"/>
      <w:szCs w:val="32"/>
      <w:lang w:eastAsia="ar-SA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C82CB1"/>
    <w:rPr>
      <w:rFonts w:ascii="Times New Roman" w:hAnsi="Times New Roman" w:cs="Times New Roman"/>
      <w:b/>
      <w:bCs/>
      <w:sz w:val="24"/>
      <w:szCs w:val="24"/>
      <w:lang w:eastAsia="ar-SA" w:bidi="ar-SA"/>
    </w:rPr>
  </w:style>
  <w:style w:type="paragraph" w:styleId="Title">
    <w:name w:val="Title"/>
    <w:basedOn w:val="Normal"/>
    <w:next w:val="Subtitle"/>
    <w:link w:val="TitleChar"/>
    <w:uiPriority w:val="99"/>
    <w:qFormat/>
    <w:rsid w:val="00C82CB1"/>
    <w:pPr>
      <w:suppressAutoHyphens/>
      <w:jc w:val="center"/>
    </w:pPr>
    <w:rPr>
      <w:sz w:val="28"/>
      <w:szCs w:val="28"/>
      <w:lang w:eastAsia="ar-SA"/>
    </w:rPr>
  </w:style>
  <w:style w:type="character" w:customStyle="1" w:styleId="TitleChar">
    <w:name w:val="Title Char"/>
    <w:basedOn w:val="DefaultParagraphFont"/>
    <w:link w:val="Title"/>
    <w:uiPriority w:val="99"/>
    <w:locked/>
    <w:rsid w:val="00C82CB1"/>
    <w:rPr>
      <w:rFonts w:ascii="Times New Roman" w:hAnsi="Times New Roman" w:cs="Times New Roman"/>
      <w:sz w:val="24"/>
      <w:szCs w:val="24"/>
      <w:lang w:eastAsia="ar-SA" w:bidi="ar-SA"/>
    </w:rPr>
  </w:style>
  <w:style w:type="paragraph" w:customStyle="1" w:styleId="ConsPlusTitle">
    <w:name w:val="ConsPlusTitle"/>
    <w:uiPriority w:val="99"/>
    <w:rsid w:val="00C82CB1"/>
    <w:pPr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8327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119</TotalTime>
  <Pages>2</Pages>
  <Words>211</Words>
  <Characters>1208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</cp:lastModifiedBy>
  <cp:revision>14</cp:revision>
  <cp:lastPrinted>2017-03-01T07:13:00Z</cp:lastPrinted>
  <dcterms:created xsi:type="dcterms:W3CDTF">2012-12-24T07:22:00Z</dcterms:created>
  <dcterms:modified xsi:type="dcterms:W3CDTF">2017-03-01T08:53:00Z</dcterms:modified>
</cp:coreProperties>
</file>